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F7CB5EB" w14:textId="77777777" w:rsidTr="00FD02BC">
        <w:tc>
          <w:tcPr>
            <w:tcW w:w="1311" w:type="dxa"/>
          </w:tcPr>
          <w:p w14:paraId="510A59E9" w14:textId="77777777" w:rsidR="00757AC7" w:rsidRPr="00AB654C" w:rsidRDefault="00757AC7" w:rsidP="007A43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152831B0" w14:textId="77777777" w:rsidR="00757AC7" w:rsidRPr="00AB654C" w:rsidRDefault="00757AC7" w:rsidP="00A3544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4206F1F2" w14:textId="77777777" w:rsidR="00757AC7" w:rsidRPr="00AB654C" w:rsidRDefault="00757AC7" w:rsidP="005A47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B654C" w:rsidRPr="009146AD" w14:paraId="6C47CA4A" w14:textId="77777777" w:rsidTr="00FD02BC">
        <w:tc>
          <w:tcPr>
            <w:tcW w:w="1311" w:type="dxa"/>
          </w:tcPr>
          <w:p w14:paraId="0E5BCC85" w14:textId="77777777" w:rsidR="00AB654C" w:rsidRPr="00AB654C" w:rsidRDefault="00AB654C" w:rsidP="007A4306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72C1BD1D" w14:textId="6DD72770" w:rsidR="00AB654C" w:rsidRPr="00AB654C" w:rsidRDefault="00AB654C" w:rsidP="00AB654C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Pannello isolante </w:t>
            </w:r>
            <w:r w:rsidR="00CB7753">
              <w:rPr>
                <w:rFonts w:ascii="Poppins" w:hAnsi="Poppins" w:cs="Poppins"/>
                <w:color w:val="000000" w:themeColor="text1"/>
                <w:sz w:val="20"/>
              </w:rPr>
              <w:t xml:space="preserve">Project Emmeti </w:t>
            </w:r>
            <w:proofErr w:type="spellStart"/>
            <w:r w:rsidR="00CB7753">
              <w:rPr>
                <w:rFonts w:ascii="Poppins" w:hAnsi="Poppins" w:cs="Poppins"/>
                <w:color w:val="000000" w:themeColor="text1"/>
                <w:sz w:val="20"/>
              </w:rPr>
              <w:t>Floor</w:t>
            </w:r>
            <w:proofErr w:type="spellEnd"/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color w:val="00B050"/>
                <w:sz w:val="20"/>
              </w:rPr>
              <w:t>H</w:t>
            </w:r>
            <w:r w:rsidR="00174D56">
              <w:rPr>
                <w:rFonts w:ascii="Poppins" w:hAnsi="Poppins" w:cs="Poppins"/>
                <w:color w:val="00B050"/>
                <w:sz w:val="20"/>
              </w:rPr>
              <w:t>2</w:t>
            </w:r>
            <w:r w:rsidRPr="00AB654C">
              <w:rPr>
                <w:rFonts w:ascii="Poppins" w:hAnsi="Poppins" w:cs="Poppins"/>
                <w:color w:val="00B050"/>
                <w:sz w:val="20"/>
              </w:rPr>
              <w:t>0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  <w:sz w:val="20"/>
              </w:rPr>
              <w:t>H</w:t>
            </w:r>
            <w:r w:rsidR="00174D56">
              <w:rPr>
                <w:rFonts w:ascii="Poppins" w:hAnsi="Poppins" w:cs="Poppins"/>
                <w:color w:val="FF0000"/>
                <w:sz w:val="20"/>
              </w:rPr>
              <w:t>3</w:t>
            </w:r>
            <w:r w:rsidRPr="00AB654C">
              <w:rPr>
                <w:rFonts w:ascii="Poppins" w:hAnsi="Poppins" w:cs="Poppins"/>
                <w:color w:val="FF0000"/>
                <w:sz w:val="20"/>
              </w:rPr>
              <w:t>0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H</w:t>
            </w:r>
            <w:r w:rsidR="00174D56">
              <w:rPr>
                <w:rFonts w:ascii="Poppins" w:hAnsi="Poppins" w:cs="Poppins"/>
                <w:color w:val="0070C0"/>
                <w:sz w:val="20"/>
              </w:rPr>
              <w:t>4</w:t>
            </w:r>
            <w:r w:rsidR="0056391A">
              <w:rPr>
                <w:rFonts w:ascii="Poppins" w:hAnsi="Poppins" w:cs="Poppins"/>
                <w:color w:val="0070C0"/>
                <w:sz w:val="20"/>
              </w:rPr>
              <w:t>1</w:t>
            </w:r>
            <w:r w:rsidRPr="00AB654C">
              <w:rPr>
                <w:rFonts w:ascii="Poppins" w:hAnsi="Poppins" w:cs="Poppins"/>
                <w:sz w:val="20"/>
              </w:rPr>
              <w:t xml:space="preserve"> con tubazione </w:t>
            </w:r>
            <w:proofErr w:type="spellStart"/>
            <w:r w:rsidRPr="00AB654C">
              <w:rPr>
                <w:rFonts w:ascii="Poppins" w:hAnsi="Poppins" w:cs="Poppins"/>
                <w:color w:val="00B050"/>
                <w:sz w:val="20"/>
              </w:rPr>
              <w:t>Alpert</w:t>
            </w:r>
            <w:proofErr w:type="spellEnd"/>
            <w:r w:rsidRPr="00AB654C">
              <w:rPr>
                <w:rFonts w:ascii="Poppins" w:hAnsi="Poppins" w:cs="Poppins"/>
                <w:color w:val="00B050"/>
                <w:sz w:val="20"/>
              </w:rPr>
              <w:t xml:space="preserve"> 16x2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  <w:sz w:val="2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color w:val="FF0000"/>
                <w:sz w:val="20"/>
              </w:rPr>
              <w:t>Xa</w:t>
            </w:r>
            <w:proofErr w:type="spellEnd"/>
            <w:r w:rsidRPr="00AB654C">
              <w:rPr>
                <w:rFonts w:ascii="Poppins" w:hAnsi="Poppins" w:cs="Poppins"/>
                <w:color w:val="FF0000"/>
                <w:sz w:val="20"/>
              </w:rPr>
              <w:t xml:space="preserve"> 17x2 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color w:val="0070C0"/>
                <w:sz w:val="20"/>
              </w:rPr>
              <w:t>Xc</w:t>
            </w:r>
            <w:proofErr w:type="spellEnd"/>
            <w:r w:rsidR="0017002B"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17x2</w:t>
            </w:r>
            <w:r w:rsidR="00A612EB"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="00A612EB" w:rsidRPr="00163E9E">
              <w:rPr>
                <w:rFonts w:ascii="Poppins" w:hAnsi="Poppins" w:cs="Poppins"/>
                <w:sz w:val="20"/>
              </w:rPr>
              <w:t xml:space="preserve">/ </w:t>
            </w:r>
            <w:r w:rsidR="00A612EB" w:rsidRPr="00595482">
              <w:rPr>
                <w:rFonts w:ascii="Poppins" w:hAnsi="Poppins" w:cs="Poppins"/>
                <w:color w:val="FFC000"/>
                <w:sz w:val="20"/>
              </w:rPr>
              <w:t>PE-RT 17x2</w:t>
            </w:r>
          </w:p>
        </w:tc>
        <w:tc>
          <w:tcPr>
            <w:tcW w:w="6101" w:type="dxa"/>
          </w:tcPr>
          <w:p w14:paraId="0D810796" w14:textId="77777777" w:rsidR="00AB654C" w:rsidRPr="00AB654C" w:rsidRDefault="00AB654C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Sistema di riscaldamento/raffrescamento a pavimento che risponde in modo ottimale ai requisiti di massima resistenza e robustezza durante le fasi di installazione. La posa dei tubi è a serpentino.</w:t>
            </w:r>
          </w:p>
          <w:p w14:paraId="2A0CB752" w14:textId="77777777" w:rsidR="00AB654C" w:rsidRPr="00AB654C" w:rsidRDefault="00AB654C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4E1969C" w14:textId="77777777" w:rsidR="00AB654C" w:rsidRPr="00AB654C" w:rsidRDefault="00AB654C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costituito da:</w:t>
            </w:r>
          </w:p>
          <w:p w14:paraId="1D5BC600" w14:textId="7DD5D1CE" w:rsidR="00AB654C" w:rsidRPr="00AB654C" w:rsidRDefault="00AB654C" w:rsidP="005A475E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Pannello isolante in polietilene espanso (EPS) stampato</w:t>
            </w:r>
            <w:r w:rsidR="00A5447C">
              <w:rPr>
                <w:rFonts w:ascii="Poppins" w:hAnsi="Poppins" w:cs="Poppins"/>
              </w:rPr>
              <w:t xml:space="preserve"> Project Emmeti </w:t>
            </w:r>
            <w:proofErr w:type="spellStart"/>
            <w:r w:rsidR="00A5447C">
              <w:rPr>
                <w:rFonts w:ascii="Poppins" w:hAnsi="Poppins" w:cs="Poppins"/>
              </w:rPr>
              <w:t>Floor</w:t>
            </w:r>
            <w:proofErr w:type="spellEnd"/>
            <w:r w:rsidRPr="00AB654C">
              <w:rPr>
                <w:rFonts w:ascii="Poppins" w:hAnsi="Poppins" w:cs="Poppins"/>
                <w:color w:val="00B050"/>
              </w:rPr>
              <w:t xml:space="preserve"> H</w:t>
            </w:r>
            <w:r w:rsidR="00A5447C">
              <w:rPr>
                <w:rFonts w:ascii="Poppins" w:hAnsi="Poppins" w:cs="Poppins"/>
                <w:color w:val="00B050"/>
              </w:rPr>
              <w:t>2</w:t>
            </w:r>
            <w:r w:rsidRPr="00AB654C">
              <w:rPr>
                <w:rFonts w:ascii="Poppins" w:hAnsi="Poppins" w:cs="Poppins"/>
                <w:color w:val="00B050"/>
              </w:rPr>
              <w:t>0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</w:rPr>
              <w:t>H</w:t>
            </w:r>
            <w:r w:rsidR="00A5447C">
              <w:rPr>
                <w:rFonts w:ascii="Poppins" w:hAnsi="Poppins" w:cs="Poppins"/>
                <w:color w:val="FF0000"/>
              </w:rPr>
              <w:t>3</w:t>
            </w:r>
            <w:r w:rsidRPr="00AB654C">
              <w:rPr>
                <w:rFonts w:ascii="Poppins" w:hAnsi="Poppins" w:cs="Poppins"/>
                <w:color w:val="FF0000"/>
              </w:rPr>
              <w:t>0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0070C0"/>
              </w:rPr>
              <w:t>H</w:t>
            </w:r>
            <w:r w:rsidR="00A5447C">
              <w:rPr>
                <w:rFonts w:ascii="Poppins" w:hAnsi="Poppins" w:cs="Poppins"/>
                <w:color w:val="0070C0"/>
              </w:rPr>
              <w:t>4</w:t>
            </w:r>
            <w:r w:rsidR="0056391A">
              <w:rPr>
                <w:rFonts w:ascii="Poppins" w:hAnsi="Poppins" w:cs="Poppins"/>
                <w:color w:val="0070C0"/>
              </w:rPr>
              <w:t>1</w:t>
            </w:r>
            <w:r w:rsidRPr="00AB654C">
              <w:rPr>
                <w:rFonts w:ascii="Poppins" w:hAnsi="Poppins" w:cs="Poppins"/>
              </w:rPr>
              <w:t xml:space="preserve"> per isolamento termico per tubo 16x2 e 17x2 con superficie a bugne ed incastri cilindrici, accoppiato con film termoformato in polistirene rigido spessore 0,</w:t>
            </w:r>
            <w:r w:rsidR="00462641">
              <w:rPr>
                <w:rFonts w:ascii="Poppins" w:hAnsi="Poppins" w:cs="Poppins"/>
              </w:rPr>
              <w:t>1</w:t>
            </w:r>
            <w:r w:rsidRPr="00AB654C">
              <w:rPr>
                <w:rFonts w:ascii="Poppins" w:hAnsi="Poppins" w:cs="Poppins"/>
              </w:rPr>
              <w:t>6</w:t>
            </w:r>
            <w:r w:rsidR="00200036">
              <w:rPr>
                <w:rFonts w:ascii="Poppins" w:hAnsi="Poppins" w:cs="Poppins"/>
              </w:rPr>
              <w:t>0</w:t>
            </w:r>
            <w:r w:rsidRPr="00AB654C">
              <w:rPr>
                <w:rFonts w:ascii="Poppins" w:hAnsi="Poppins" w:cs="Poppins"/>
              </w:rPr>
              <w:t xml:space="preserve"> mm. Passo tubi 5 cm.</w:t>
            </w:r>
          </w:p>
          <w:p w14:paraId="64C7B3FB" w14:textId="77777777" w:rsidR="00AB654C" w:rsidRPr="00AB654C" w:rsidRDefault="00AB654C" w:rsidP="005A475E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5C50970C" w14:textId="6EB23BBA" w:rsidR="00AB654C" w:rsidRPr="00AB654C" w:rsidRDefault="00AB654C" w:rsidP="005A475E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 xml:space="preserve">Tubazioni </w:t>
            </w:r>
            <w:proofErr w:type="spellStart"/>
            <w:r w:rsidRPr="00AB654C">
              <w:rPr>
                <w:rFonts w:ascii="Poppins" w:hAnsi="Poppins" w:cs="Poppins"/>
                <w:color w:val="00B050"/>
              </w:rPr>
              <w:t>Alpert</w:t>
            </w:r>
            <w:proofErr w:type="spellEnd"/>
            <w:r w:rsidRPr="00AB654C">
              <w:rPr>
                <w:rFonts w:ascii="Poppins" w:hAnsi="Poppins" w:cs="Poppins"/>
                <w:color w:val="00B050"/>
              </w:rPr>
              <w:t xml:space="preserve"> 16x2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color w:val="FF0000"/>
              </w:rPr>
              <w:t>Xa</w:t>
            </w:r>
            <w:proofErr w:type="spellEnd"/>
            <w:r w:rsidRPr="00AB654C">
              <w:rPr>
                <w:rFonts w:ascii="Poppins" w:hAnsi="Poppins" w:cs="Poppins"/>
                <w:color w:val="FF0000"/>
              </w:rPr>
              <w:t xml:space="preserve"> 17x2 </w:t>
            </w:r>
            <w:r w:rsidRPr="00AB654C">
              <w:rPr>
                <w:rFonts w:ascii="Poppins" w:hAnsi="Poppins" w:cs="Poppins"/>
                <w:color w:val="000000" w:themeColor="text1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color w:val="0070C0"/>
              </w:rPr>
              <w:t>Xc</w:t>
            </w:r>
            <w:proofErr w:type="spellEnd"/>
            <w:r w:rsidR="0017002B">
              <w:rPr>
                <w:rFonts w:ascii="Poppins" w:hAnsi="Poppins" w:cs="Poppins"/>
                <w:color w:val="0070C0"/>
              </w:rPr>
              <w:t xml:space="preserve"> </w:t>
            </w:r>
            <w:r w:rsidRPr="00AB654C">
              <w:rPr>
                <w:rFonts w:ascii="Poppins" w:hAnsi="Poppins" w:cs="Poppins"/>
                <w:color w:val="0070C0"/>
              </w:rPr>
              <w:t>17x2</w:t>
            </w:r>
            <w:r w:rsidR="00A612EB">
              <w:rPr>
                <w:rFonts w:ascii="Poppins" w:hAnsi="Poppins" w:cs="Poppins"/>
                <w:color w:val="0070C0"/>
              </w:rPr>
              <w:t xml:space="preserve"> </w:t>
            </w:r>
            <w:r w:rsidR="00A612EB" w:rsidRPr="00163E9E">
              <w:rPr>
                <w:rFonts w:ascii="Poppins" w:hAnsi="Poppins" w:cs="Poppins"/>
              </w:rPr>
              <w:t xml:space="preserve">/ </w:t>
            </w:r>
            <w:r w:rsidR="00A612EB" w:rsidRPr="00595482">
              <w:rPr>
                <w:rFonts w:ascii="Poppins" w:hAnsi="Poppins" w:cs="Poppins"/>
                <w:color w:val="FFC000"/>
              </w:rPr>
              <w:t>PE-RT</w:t>
            </w:r>
            <w:r w:rsidR="004C0939">
              <w:rPr>
                <w:rFonts w:ascii="Poppins" w:hAnsi="Poppins" w:cs="Poppins"/>
                <w:color w:val="FFC000"/>
              </w:rPr>
              <w:t xml:space="preserve"> </w:t>
            </w:r>
            <w:r w:rsidR="00A612EB" w:rsidRPr="00595482">
              <w:rPr>
                <w:rFonts w:ascii="Poppins" w:hAnsi="Poppins" w:cs="Poppins"/>
                <w:color w:val="FFC000"/>
              </w:rPr>
              <w:t>17x2</w:t>
            </w:r>
          </w:p>
          <w:p w14:paraId="1ABF92A9" w14:textId="77777777" w:rsidR="00AB654C" w:rsidRPr="00AB654C" w:rsidRDefault="00AB654C" w:rsidP="005A475E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426A1511" w14:textId="71720102" w:rsidR="00AB654C" w:rsidRDefault="00AB654C" w:rsidP="005A475E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3D9DA2A9" w14:textId="77777777" w:rsidR="00C70E5E" w:rsidRPr="00C70E5E" w:rsidRDefault="00C70E5E" w:rsidP="00C70E5E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</w:p>
          <w:p w14:paraId="7AB70570" w14:textId="77777777" w:rsidR="00AB654C" w:rsidRPr="00AB654C" w:rsidRDefault="00AB654C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5A5898D7" w14:textId="77777777" w:rsidR="00AB654C" w:rsidRPr="00AB654C" w:rsidRDefault="00AB654C" w:rsidP="005A475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3EC5363" w14:textId="25F2EC42" w:rsidR="00AB654C" w:rsidRPr="00AB654C" w:rsidRDefault="00AB654C" w:rsidP="005A475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05807"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Pannello isolante </w:t>
            </w:r>
            <w:r w:rsidR="00A81C7E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Project Emmeti </w:t>
            </w:r>
            <w:proofErr w:type="spellStart"/>
            <w:r w:rsidR="00A81C7E">
              <w:rPr>
                <w:rFonts w:ascii="Poppins" w:hAnsi="Poppins" w:cs="Poppins"/>
                <w:b/>
                <w:color w:val="000000" w:themeColor="text1"/>
                <w:sz w:val="20"/>
              </w:rPr>
              <w:t>Floor</w:t>
            </w:r>
            <w:proofErr w:type="spellEnd"/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B050"/>
                <w:sz w:val="20"/>
              </w:rPr>
              <w:t>H</w:t>
            </w:r>
            <w:r w:rsidR="0056391A">
              <w:rPr>
                <w:rFonts w:ascii="Poppins" w:hAnsi="Poppins" w:cs="Poppins"/>
                <w:b/>
                <w:color w:val="00B050"/>
                <w:sz w:val="20"/>
              </w:rPr>
              <w:t>2</w:t>
            </w:r>
            <w:r w:rsidRPr="00AB654C">
              <w:rPr>
                <w:rFonts w:ascii="Poppins" w:hAnsi="Poppins" w:cs="Poppins"/>
                <w:b/>
                <w:color w:val="00B050"/>
                <w:sz w:val="20"/>
              </w:rPr>
              <w:t>0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>H</w:t>
            </w:r>
            <w:r w:rsidR="0056391A">
              <w:rPr>
                <w:rFonts w:ascii="Poppins" w:hAnsi="Poppins" w:cs="Poppins"/>
                <w:b/>
                <w:color w:val="FF0000"/>
                <w:sz w:val="20"/>
              </w:rPr>
              <w:t>3</w:t>
            </w:r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>0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H</w:t>
            </w:r>
            <w:r w:rsidR="0056391A">
              <w:rPr>
                <w:rFonts w:ascii="Poppins" w:hAnsi="Poppins" w:cs="Poppins"/>
                <w:b/>
                <w:color w:val="0070C0"/>
                <w:sz w:val="20"/>
              </w:rPr>
              <w:t>41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con 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tubazione </w:t>
            </w:r>
            <w:proofErr w:type="spellStart"/>
            <w:r w:rsidRPr="00AB654C">
              <w:rPr>
                <w:rFonts w:ascii="Poppins" w:hAnsi="Poppins" w:cs="Poppins"/>
                <w:b/>
                <w:color w:val="00B050"/>
                <w:sz w:val="20"/>
              </w:rPr>
              <w:t>Alpert</w:t>
            </w:r>
            <w:proofErr w:type="spellEnd"/>
            <w:r w:rsidRPr="00AB654C">
              <w:rPr>
                <w:rFonts w:ascii="Poppins" w:hAnsi="Poppins" w:cs="Poppins"/>
                <w:b/>
                <w:color w:val="00B050"/>
                <w:sz w:val="20"/>
              </w:rPr>
              <w:t xml:space="preserve"> 16x2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>Xa</w:t>
            </w:r>
            <w:proofErr w:type="spellEnd"/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 xml:space="preserve"> 17x2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/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Xc</w:t>
            </w:r>
            <w:proofErr w:type="spellEnd"/>
            <w:r w:rsidR="0017002B">
              <w:rPr>
                <w:rFonts w:ascii="Poppins" w:hAnsi="Poppins" w:cs="Poppins"/>
                <w:b/>
                <w:color w:val="0070C0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17x2</w:t>
            </w:r>
            <w:r w:rsidR="00A612EB">
              <w:rPr>
                <w:rFonts w:ascii="Poppins" w:hAnsi="Poppins" w:cs="Poppins"/>
                <w:b/>
                <w:color w:val="0070C0"/>
                <w:sz w:val="20"/>
              </w:rPr>
              <w:t xml:space="preserve"> </w:t>
            </w:r>
            <w:r w:rsidR="00A612EB" w:rsidRPr="00A612EB">
              <w:rPr>
                <w:rFonts w:ascii="Poppins" w:hAnsi="Poppins" w:cs="Poppins"/>
                <w:b/>
                <w:bCs/>
                <w:sz w:val="20"/>
              </w:rPr>
              <w:t xml:space="preserve">/ </w:t>
            </w:r>
            <w:r w:rsidR="00A612EB" w:rsidRPr="00A612EB">
              <w:rPr>
                <w:rFonts w:ascii="Poppins" w:hAnsi="Poppins" w:cs="Poppins"/>
                <w:b/>
                <w:bCs/>
                <w:color w:val="FFC000"/>
                <w:sz w:val="20"/>
              </w:rPr>
              <w:t>PE-RT 17x2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7002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8A15ECE" w14:textId="77777777" w:rsidR="00931A8A" w:rsidRDefault="00931A8A" w:rsidP="00A06A5E"/>
    <w:p w14:paraId="0ECCFB18" w14:textId="77777777" w:rsidR="00A81C7E" w:rsidRDefault="00A81C7E" w:rsidP="00A06A5E"/>
    <w:p w14:paraId="0710CD29" w14:textId="63700E16" w:rsidR="00A81C7E" w:rsidRDefault="00A81C7E" w:rsidP="00A06A5E"/>
    <w:p w14:paraId="5CD93DEE" w14:textId="77777777" w:rsidR="00C70E5E" w:rsidRDefault="00C70E5E" w:rsidP="00A06A5E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A81C7E" w:rsidRPr="00B0544D" w14:paraId="69625290" w14:textId="77777777" w:rsidTr="00BE2263">
        <w:tc>
          <w:tcPr>
            <w:tcW w:w="1311" w:type="dxa"/>
          </w:tcPr>
          <w:p w14:paraId="610F47FC" w14:textId="77777777" w:rsidR="00A81C7E" w:rsidRPr="00AB654C" w:rsidRDefault="00A81C7E" w:rsidP="00BE226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2249798C" w14:textId="77777777" w:rsidR="00A81C7E" w:rsidRPr="00AB654C" w:rsidRDefault="00A81C7E" w:rsidP="00BE226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77C8B205" w14:textId="77777777" w:rsidR="00A81C7E" w:rsidRPr="00AB654C" w:rsidRDefault="00A81C7E" w:rsidP="005A47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81C7E" w:rsidRPr="004C6F17" w14:paraId="3612E810" w14:textId="77777777" w:rsidTr="00BE2263">
        <w:tc>
          <w:tcPr>
            <w:tcW w:w="1311" w:type="dxa"/>
          </w:tcPr>
          <w:p w14:paraId="7D08AAFA" w14:textId="208F9FA2" w:rsidR="00A81C7E" w:rsidRPr="00AB654C" w:rsidRDefault="008C1F21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B75EDF">
              <w:rPr>
                <w:rFonts w:ascii="Poppins" w:hAnsi="Poppins" w:cs="Poppins"/>
                <w:sz w:val="20"/>
              </w:rPr>
              <w:t>28134052</w:t>
            </w:r>
          </w:p>
        </w:tc>
        <w:tc>
          <w:tcPr>
            <w:tcW w:w="2086" w:type="dxa"/>
          </w:tcPr>
          <w:p w14:paraId="434A4CB5" w14:textId="77777777" w:rsidR="00A81C7E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isolante </w:t>
            </w:r>
            <w:r w:rsidR="00B75EDF">
              <w:rPr>
                <w:rFonts w:ascii="Poppins" w:hAnsi="Poppins" w:cs="Poppins"/>
                <w:sz w:val="20"/>
              </w:rPr>
              <w:t xml:space="preserve">Project Emmeti </w:t>
            </w:r>
            <w:proofErr w:type="spellStart"/>
            <w:r w:rsidR="00B75EDF">
              <w:rPr>
                <w:rFonts w:ascii="Poppins" w:hAnsi="Poppins" w:cs="Poppins"/>
                <w:sz w:val="20"/>
              </w:rPr>
              <w:t>Floor</w:t>
            </w:r>
            <w:proofErr w:type="spellEnd"/>
            <w:r w:rsidR="00B75EDF">
              <w:rPr>
                <w:rFonts w:ascii="Poppins" w:hAnsi="Poppins" w:cs="Poppins"/>
                <w:sz w:val="20"/>
              </w:rPr>
              <w:t xml:space="preserve"> H20</w:t>
            </w:r>
          </w:p>
          <w:p w14:paraId="509438DF" w14:textId="2E8FF179" w:rsidR="0056391A" w:rsidRPr="00AB654C" w:rsidRDefault="0056391A" w:rsidP="00BE2263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14,40 m2)</w:t>
            </w:r>
          </w:p>
        </w:tc>
        <w:tc>
          <w:tcPr>
            <w:tcW w:w="6101" w:type="dxa"/>
          </w:tcPr>
          <w:p w14:paraId="157F6A22" w14:textId="6155C790" w:rsidR="00B143C7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in polistirene espanso tipo EPS </w:t>
            </w:r>
            <w:r w:rsidR="00762F65">
              <w:rPr>
                <w:rFonts w:ascii="Poppins" w:hAnsi="Poppins" w:cs="Poppins"/>
                <w:sz w:val="20"/>
              </w:rPr>
              <w:t>150</w:t>
            </w:r>
            <w:r w:rsidRPr="00AB654C">
              <w:rPr>
                <w:rFonts w:ascii="Poppins" w:hAnsi="Poppins" w:cs="Poppins"/>
                <w:sz w:val="20"/>
              </w:rPr>
              <w:t>, in conformità alla norma UNI 13163, con incastri perimetrali maschio – femmina accoppiato con un film termoformato in polistirene rigido spessore 0,</w:t>
            </w:r>
            <w:r w:rsidR="00200036">
              <w:rPr>
                <w:rFonts w:ascii="Poppins" w:hAnsi="Poppins" w:cs="Poppins"/>
                <w:sz w:val="20"/>
              </w:rPr>
              <w:t>160</w:t>
            </w:r>
            <w:r w:rsidRPr="00AB654C">
              <w:rPr>
                <w:rFonts w:ascii="Poppins" w:hAnsi="Poppins" w:cs="Poppins"/>
                <w:sz w:val="20"/>
              </w:rPr>
              <w:t xml:space="preserve"> mm.</w:t>
            </w:r>
          </w:p>
          <w:p w14:paraId="32D5D0FB" w14:textId="77777777" w:rsidR="00665423" w:rsidRDefault="00665423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05F4E9" w14:textId="77777777" w:rsidR="00B143C7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E83834E" w14:textId="5F6FAD33" w:rsidR="00714C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Densità </w:t>
            </w:r>
            <w:r w:rsidR="00B143C7">
              <w:rPr>
                <w:rFonts w:ascii="Poppins" w:hAnsi="Poppins" w:cs="Poppins"/>
                <w:sz w:val="20"/>
              </w:rPr>
              <w:t>25</w:t>
            </w:r>
            <w:r w:rsidRPr="00AB654C">
              <w:rPr>
                <w:rFonts w:ascii="Poppins" w:hAnsi="Poppins" w:cs="Poppins"/>
                <w:sz w:val="20"/>
              </w:rPr>
              <w:t xml:space="preserve"> kg/m</w:t>
            </w:r>
            <w:r w:rsidR="00B143C7">
              <w:rPr>
                <w:rFonts w:ascii="Poppins" w:hAnsi="Poppins" w:cs="Poppins"/>
                <w:sz w:val="20"/>
              </w:rPr>
              <w:t>3</w:t>
            </w:r>
            <w:r w:rsidRPr="00AB654C">
              <w:rPr>
                <w:rFonts w:ascii="Poppins" w:hAnsi="Poppins" w:cs="Poppins"/>
                <w:sz w:val="20"/>
              </w:rPr>
              <w:t>, resistenza termica RD 0</w:t>
            </w:r>
            <w:r w:rsidR="0056391A">
              <w:rPr>
                <w:rFonts w:ascii="Poppins" w:hAnsi="Poppins" w:cs="Poppins"/>
                <w:sz w:val="20"/>
              </w:rPr>
              <w:t>,</w:t>
            </w:r>
            <w:r w:rsidR="00714C43">
              <w:rPr>
                <w:rFonts w:ascii="Poppins" w:hAnsi="Poppins" w:cs="Poppins"/>
                <w:sz w:val="20"/>
              </w:rPr>
              <w:t>6</w:t>
            </w:r>
            <w:r>
              <w:rPr>
                <w:rFonts w:ascii="Poppins" w:hAnsi="Poppins" w:cs="Poppins"/>
                <w:sz w:val="20"/>
              </w:rPr>
              <w:t>0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 w:rsidR="00B143C7"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 xml:space="preserve">K/W, spessore lastra </w:t>
            </w:r>
            <w:r w:rsidR="00714C43"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 xml:space="preserve">0 mm e spessore totale </w:t>
            </w:r>
            <w:r w:rsidR="00714C43">
              <w:rPr>
                <w:rFonts w:ascii="Poppins" w:hAnsi="Poppins" w:cs="Poppins"/>
                <w:sz w:val="20"/>
              </w:rPr>
              <w:t>46</w:t>
            </w:r>
            <w:r w:rsidR="0056391A">
              <w:rPr>
                <w:rFonts w:ascii="Poppins" w:hAnsi="Poppins" w:cs="Poppins"/>
                <w:sz w:val="20"/>
              </w:rPr>
              <w:t>,</w:t>
            </w:r>
            <w:r w:rsidR="00714C43">
              <w:rPr>
                <w:rFonts w:ascii="Poppins" w:hAnsi="Poppins" w:cs="Poppins"/>
                <w:sz w:val="20"/>
              </w:rPr>
              <w:t>5</w:t>
            </w:r>
            <w:r w:rsidRPr="00AB654C">
              <w:rPr>
                <w:rFonts w:ascii="Poppins" w:hAnsi="Poppins" w:cs="Poppins"/>
                <w:sz w:val="20"/>
              </w:rPr>
              <w:t xml:space="preserve"> mm.</w:t>
            </w:r>
          </w:p>
          <w:p w14:paraId="6DCE64B4" w14:textId="77777777" w:rsidR="00714C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6156AD2F" w14:textId="15EF910E" w:rsidR="00A81C7E" w:rsidRPr="00AB654C" w:rsidRDefault="00A81C7E" w:rsidP="005A475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Dimensioni (mm) 1200x800x</w:t>
            </w:r>
            <w:r w:rsidR="00714C43">
              <w:rPr>
                <w:rFonts w:ascii="Poppins" w:hAnsi="Poppins" w:cs="Poppins"/>
                <w:sz w:val="20"/>
              </w:rPr>
              <w:t>47</w:t>
            </w:r>
            <w:r w:rsidRPr="00AB654C">
              <w:rPr>
                <w:rFonts w:ascii="Poppins" w:hAnsi="Poppins" w:cs="Poppins"/>
                <w:sz w:val="20"/>
              </w:rPr>
              <w:t>, confezione da 1</w:t>
            </w:r>
            <w:r w:rsidR="00714C43">
              <w:rPr>
                <w:rFonts w:ascii="Poppins" w:hAnsi="Poppins" w:cs="Poppins"/>
                <w:sz w:val="20"/>
              </w:rPr>
              <w:t>4</w:t>
            </w:r>
            <w:r w:rsidR="0056391A">
              <w:rPr>
                <w:rFonts w:ascii="Poppins" w:hAnsi="Poppins" w:cs="Poppins"/>
                <w:sz w:val="20"/>
              </w:rPr>
              <w:t>,</w:t>
            </w:r>
            <w:r w:rsidR="00714C43">
              <w:rPr>
                <w:rFonts w:ascii="Poppins" w:hAnsi="Poppins" w:cs="Poppins"/>
                <w:sz w:val="20"/>
              </w:rPr>
              <w:t>40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 w:rsidR="00714C43"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.</w:t>
            </w:r>
          </w:p>
          <w:p w14:paraId="553ECCAC" w14:textId="77777777" w:rsidR="00A81C7E" w:rsidRPr="00AB654C" w:rsidRDefault="00A81C7E" w:rsidP="005A475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53ED233" w14:textId="44C7DFB2" w:rsidR="00A81C7E" w:rsidRPr="00AB654C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14C43">
              <w:rPr>
                <w:rFonts w:ascii="Poppins" w:hAnsi="Poppins" w:cs="Poppins"/>
                <w:b/>
                <w:sz w:val="20"/>
              </w:rPr>
              <w:t xml:space="preserve">Project Emmeti </w:t>
            </w:r>
            <w:proofErr w:type="spellStart"/>
            <w:r w:rsidR="00714C43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AB654C">
              <w:rPr>
                <w:rFonts w:ascii="Poppins" w:hAnsi="Poppins" w:cs="Poppins"/>
                <w:b/>
                <w:sz w:val="20"/>
              </w:rPr>
              <w:t xml:space="preserve"> H</w:t>
            </w:r>
            <w:r w:rsidR="00714C43">
              <w:rPr>
                <w:rFonts w:ascii="Poppins" w:hAnsi="Poppins" w:cs="Poppins"/>
                <w:b/>
                <w:sz w:val="20"/>
              </w:rPr>
              <w:t>2</w:t>
            </w:r>
            <w:r w:rsidRPr="00AB654C">
              <w:rPr>
                <w:rFonts w:ascii="Poppins" w:hAnsi="Poppins" w:cs="Poppins"/>
                <w:b/>
                <w:sz w:val="20"/>
              </w:rPr>
              <w:t>0</w:t>
            </w:r>
            <w:r w:rsidR="0056391A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56391A" w:rsidRPr="0056391A">
              <w:rPr>
                <w:rFonts w:ascii="Poppins" w:hAnsi="Poppins" w:cs="Poppins"/>
                <w:b/>
                <w:sz w:val="20"/>
              </w:rPr>
              <w:t>(Conf. 14,40 m2)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96494" w:rsidRPr="004C6F17" w14:paraId="16947AC3" w14:textId="77777777" w:rsidTr="00BE2263">
        <w:tc>
          <w:tcPr>
            <w:tcW w:w="1311" w:type="dxa"/>
          </w:tcPr>
          <w:p w14:paraId="0E5D791E" w14:textId="2BFB992A" w:rsidR="00096494" w:rsidRPr="00C50515" w:rsidRDefault="00096494" w:rsidP="00096494">
            <w:pPr>
              <w:jc w:val="center"/>
              <w:rPr>
                <w:rFonts w:ascii="Poppins" w:hAnsi="Poppins" w:cs="Poppins"/>
                <w:sz w:val="20"/>
              </w:rPr>
            </w:pPr>
            <w:r w:rsidRPr="00C50515">
              <w:rPr>
                <w:rFonts w:ascii="Poppins" w:hAnsi="Poppins" w:cs="Poppins"/>
                <w:sz w:val="20"/>
              </w:rPr>
              <w:t>28134054</w:t>
            </w:r>
          </w:p>
        </w:tc>
        <w:tc>
          <w:tcPr>
            <w:tcW w:w="2086" w:type="dxa"/>
          </w:tcPr>
          <w:p w14:paraId="1B75B486" w14:textId="77777777" w:rsidR="00096494" w:rsidRDefault="00096494" w:rsidP="00096494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isolante </w:t>
            </w:r>
            <w:r>
              <w:rPr>
                <w:rFonts w:ascii="Poppins" w:hAnsi="Poppins" w:cs="Poppins"/>
                <w:sz w:val="20"/>
              </w:rPr>
              <w:t xml:space="preserve">Project Emmeti </w:t>
            </w:r>
            <w:proofErr w:type="spellStart"/>
            <w:r>
              <w:rPr>
                <w:rFonts w:ascii="Poppins" w:hAnsi="Poppins" w:cs="Poppins"/>
                <w:sz w:val="20"/>
              </w:rPr>
              <w:t>Floor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H30</w:t>
            </w:r>
          </w:p>
          <w:p w14:paraId="32FC3C6E" w14:textId="127D3DC1" w:rsidR="0056391A" w:rsidRPr="00AB654C" w:rsidRDefault="0056391A" w:rsidP="0009649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10,56 m2)</w:t>
            </w:r>
          </w:p>
        </w:tc>
        <w:tc>
          <w:tcPr>
            <w:tcW w:w="6101" w:type="dxa"/>
          </w:tcPr>
          <w:p w14:paraId="7799D8EB" w14:textId="1F3A37B4" w:rsidR="00096494" w:rsidRDefault="00096494" w:rsidP="0009649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in polistirene espanso tipo EPS </w:t>
            </w:r>
            <w:r>
              <w:rPr>
                <w:rFonts w:ascii="Poppins" w:hAnsi="Poppins" w:cs="Poppins"/>
                <w:sz w:val="20"/>
              </w:rPr>
              <w:t>150</w:t>
            </w:r>
            <w:r w:rsidRPr="00AB654C">
              <w:rPr>
                <w:rFonts w:ascii="Poppins" w:hAnsi="Poppins" w:cs="Poppins"/>
                <w:sz w:val="20"/>
              </w:rPr>
              <w:t>, in conformità alla norma UNI 13163, con incastri perimetrali maschio – femmina accoppiato con un film termoformato in polistirene rigido spessore 0,</w:t>
            </w:r>
            <w:r>
              <w:rPr>
                <w:rFonts w:ascii="Poppins" w:hAnsi="Poppins" w:cs="Poppins"/>
                <w:sz w:val="20"/>
              </w:rPr>
              <w:t>160</w:t>
            </w:r>
            <w:r w:rsidRPr="00AB654C">
              <w:rPr>
                <w:rFonts w:ascii="Poppins" w:hAnsi="Poppins" w:cs="Poppins"/>
                <w:sz w:val="20"/>
              </w:rPr>
              <w:t xml:space="preserve"> mm.</w:t>
            </w:r>
          </w:p>
          <w:p w14:paraId="1777B61B" w14:textId="77777777" w:rsidR="00665423" w:rsidRDefault="00665423" w:rsidP="0009649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23A8AE" w14:textId="77777777" w:rsidR="00096494" w:rsidRDefault="00096494" w:rsidP="0009649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470AF80C" w14:textId="47F90547" w:rsidR="00096494" w:rsidRDefault="00096494" w:rsidP="0009649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Densità </w:t>
            </w:r>
            <w:r>
              <w:rPr>
                <w:rFonts w:ascii="Poppins" w:hAnsi="Poppins" w:cs="Poppins"/>
                <w:sz w:val="20"/>
              </w:rPr>
              <w:t>25</w:t>
            </w:r>
            <w:r w:rsidRPr="00AB654C">
              <w:rPr>
                <w:rFonts w:ascii="Poppins" w:hAnsi="Poppins" w:cs="Poppins"/>
                <w:sz w:val="20"/>
              </w:rPr>
              <w:t xml:space="preserve">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AB654C">
              <w:rPr>
                <w:rFonts w:ascii="Poppins" w:hAnsi="Poppins" w:cs="Poppins"/>
                <w:sz w:val="20"/>
              </w:rPr>
              <w:t>, resistenza termica RD 0</w:t>
            </w:r>
            <w:r w:rsidR="0056391A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90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 xml:space="preserve">K/W, spessore lastra </w:t>
            </w:r>
            <w:r>
              <w:rPr>
                <w:rFonts w:ascii="Poppins" w:hAnsi="Poppins" w:cs="Poppins"/>
                <w:sz w:val="20"/>
              </w:rPr>
              <w:t>3</w:t>
            </w:r>
            <w:r w:rsidRPr="00AB654C">
              <w:rPr>
                <w:rFonts w:ascii="Poppins" w:hAnsi="Poppins" w:cs="Poppins"/>
                <w:sz w:val="20"/>
              </w:rPr>
              <w:t xml:space="preserve">0 mm e spessore totale </w:t>
            </w:r>
            <w:r>
              <w:rPr>
                <w:rFonts w:ascii="Poppins" w:hAnsi="Poppins" w:cs="Poppins"/>
                <w:sz w:val="20"/>
              </w:rPr>
              <w:t>56</w:t>
            </w:r>
            <w:r w:rsidR="0056391A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5</w:t>
            </w:r>
            <w:r w:rsidRPr="00AB654C">
              <w:rPr>
                <w:rFonts w:ascii="Poppins" w:hAnsi="Poppins" w:cs="Poppins"/>
                <w:sz w:val="20"/>
              </w:rPr>
              <w:t xml:space="preserve"> mm.</w:t>
            </w:r>
          </w:p>
          <w:p w14:paraId="0ADAC03A" w14:textId="77777777" w:rsidR="00096494" w:rsidRDefault="00096494" w:rsidP="0009649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050D18B6" w14:textId="087BC430" w:rsidR="00096494" w:rsidRPr="00AB654C" w:rsidRDefault="00096494" w:rsidP="0009649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Dimensioni (mm) 1200x800x</w:t>
            </w:r>
            <w:r>
              <w:rPr>
                <w:rFonts w:ascii="Poppins" w:hAnsi="Poppins" w:cs="Poppins"/>
                <w:sz w:val="20"/>
              </w:rPr>
              <w:t>57</w:t>
            </w:r>
            <w:r w:rsidRPr="00AB654C">
              <w:rPr>
                <w:rFonts w:ascii="Poppins" w:hAnsi="Poppins" w:cs="Poppins"/>
                <w:sz w:val="20"/>
              </w:rPr>
              <w:t xml:space="preserve">, confezione da </w:t>
            </w:r>
            <w:r>
              <w:rPr>
                <w:rFonts w:ascii="Poppins" w:hAnsi="Poppins" w:cs="Poppins"/>
                <w:sz w:val="20"/>
              </w:rPr>
              <w:t>10</w:t>
            </w:r>
            <w:r w:rsidR="0056391A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56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.</w:t>
            </w:r>
          </w:p>
          <w:p w14:paraId="6279B4F7" w14:textId="77777777" w:rsidR="00096494" w:rsidRPr="00AB654C" w:rsidRDefault="00096494" w:rsidP="0009649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6C10973" w14:textId="04D750AB" w:rsidR="00096494" w:rsidRPr="00AB654C" w:rsidRDefault="00096494" w:rsidP="0009649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>
              <w:rPr>
                <w:rFonts w:ascii="Poppins" w:hAnsi="Poppins" w:cs="Poppins"/>
                <w:b/>
                <w:sz w:val="20"/>
              </w:rPr>
              <w:t xml:space="preserve">Project Emmeti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AB654C">
              <w:rPr>
                <w:rFonts w:ascii="Poppins" w:hAnsi="Poppins" w:cs="Poppins"/>
                <w:b/>
                <w:sz w:val="20"/>
              </w:rPr>
              <w:t xml:space="preserve"> H</w:t>
            </w:r>
            <w:r>
              <w:rPr>
                <w:rFonts w:ascii="Poppins" w:hAnsi="Poppins" w:cs="Poppins"/>
                <w:b/>
                <w:sz w:val="20"/>
              </w:rPr>
              <w:t>3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0 </w:t>
            </w:r>
            <w:r w:rsidR="0056391A" w:rsidRPr="0056391A">
              <w:rPr>
                <w:rFonts w:ascii="Poppins" w:hAnsi="Poppins" w:cs="Poppins"/>
                <w:b/>
                <w:sz w:val="20"/>
              </w:rPr>
              <w:t>(Conf. 10,56 m2)</w:t>
            </w:r>
            <w:r w:rsidR="0056391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96494" w:rsidRPr="004C6F17" w14:paraId="27CC43F0" w14:textId="77777777" w:rsidTr="00BE2263">
        <w:tc>
          <w:tcPr>
            <w:tcW w:w="1311" w:type="dxa"/>
          </w:tcPr>
          <w:p w14:paraId="59365997" w14:textId="57CAB3AE" w:rsidR="00096494" w:rsidRPr="00C50515" w:rsidRDefault="00096494" w:rsidP="00096494">
            <w:pPr>
              <w:jc w:val="center"/>
              <w:rPr>
                <w:rFonts w:ascii="Poppins" w:hAnsi="Poppins" w:cs="Poppins"/>
                <w:sz w:val="20"/>
              </w:rPr>
            </w:pPr>
            <w:r w:rsidRPr="00C50515">
              <w:rPr>
                <w:rFonts w:ascii="Poppins" w:hAnsi="Poppins" w:cs="Poppins"/>
                <w:sz w:val="20"/>
              </w:rPr>
              <w:t>28134</w:t>
            </w:r>
            <w:r w:rsidR="0056391A">
              <w:rPr>
                <w:rFonts w:ascii="Poppins" w:hAnsi="Poppins" w:cs="Poppins"/>
                <w:sz w:val="20"/>
              </w:rPr>
              <w:t>154</w:t>
            </w:r>
          </w:p>
        </w:tc>
        <w:tc>
          <w:tcPr>
            <w:tcW w:w="2086" w:type="dxa"/>
          </w:tcPr>
          <w:p w14:paraId="42598176" w14:textId="77777777" w:rsidR="00096494" w:rsidRDefault="00096494" w:rsidP="00096494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isolante </w:t>
            </w:r>
            <w:r>
              <w:rPr>
                <w:rFonts w:ascii="Poppins" w:hAnsi="Poppins" w:cs="Poppins"/>
                <w:sz w:val="20"/>
              </w:rPr>
              <w:t xml:space="preserve">Project Emmeti </w:t>
            </w:r>
            <w:proofErr w:type="spellStart"/>
            <w:r>
              <w:rPr>
                <w:rFonts w:ascii="Poppins" w:hAnsi="Poppins" w:cs="Poppins"/>
                <w:sz w:val="20"/>
              </w:rPr>
              <w:t>Floor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H</w:t>
            </w:r>
            <w:r w:rsidR="0055252B">
              <w:rPr>
                <w:rFonts w:ascii="Poppins" w:hAnsi="Poppins" w:cs="Poppins"/>
                <w:sz w:val="20"/>
              </w:rPr>
              <w:t>4</w:t>
            </w:r>
            <w:r w:rsidR="0056391A">
              <w:rPr>
                <w:rFonts w:ascii="Poppins" w:hAnsi="Poppins" w:cs="Poppins"/>
                <w:sz w:val="20"/>
              </w:rPr>
              <w:t>1</w:t>
            </w:r>
          </w:p>
          <w:p w14:paraId="1517CC07" w14:textId="5C4180AF" w:rsidR="0056391A" w:rsidRPr="00AB654C" w:rsidRDefault="0056391A" w:rsidP="0009649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8,64 m2)</w:t>
            </w:r>
          </w:p>
        </w:tc>
        <w:tc>
          <w:tcPr>
            <w:tcW w:w="6101" w:type="dxa"/>
          </w:tcPr>
          <w:p w14:paraId="0A9E7585" w14:textId="5B29E0C8" w:rsidR="00096494" w:rsidRDefault="00096494" w:rsidP="0009649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in polistirene espanso tipo EPS </w:t>
            </w:r>
            <w:r>
              <w:rPr>
                <w:rFonts w:ascii="Poppins" w:hAnsi="Poppins" w:cs="Poppins"/>
                <w:sz w:val="20"/>
              </w:rPr>
              <w:t>150</w:t>
            </w:r>
            <w:r w:rsidRPr="00AB654C">
              <w:rPr>
                <w:rFonts w:ascii="Poppins" w:hAnsi="Poppins" w:cs="Poppins"/>
                <w:sz w:val="20"/>
              </w:rPr>
              <w:t>, in conformità alla norma UNI 13163, con incastri perimetrali maschio – femmina accoppiato con un film termoformato in polistirene rigido spessore 0,</w:t>
            </w:r>
            <w:r>
              <w:rPr>
                <w:rFonts w:ascii="Poppins" w:hAnsi="Poppins" w:cs="Poppins"/>
                <w:sz w:val="20"/>
              </w:rPr>
              <w:t>160</w:t>
            </w:r>
            <w:r w:rsidRPr="00AB654C">
              <w:rPr>
                <w:rFonts w:ascii="Poppins" w:hAnsi="Poppins" w:cs="Poppins"/>
                <w:sz w:val="20"/>
              </w:rPr>
              <w:t xml:space="preserve"> mm.</w:t>
            </w:r>
          </w:p>
          <w:p w14:paraId="70A14E71" w14:textId="77777777" w:rsidR="00665423" w:rsidRDefault="00665423" w:rsidP="0009649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0F37C5" w14:textId="77777777" w:rsidR="00096494" w:rsidRDefault="00096494" w:rsidP="0009649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6EDB7334" w14:textId="62E5931C" w:rsidR="00096494" w:rsidRDefault="00096494" w:rsidP="0009649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Densità </w:t>
            </w:r>
            <w:r>
              <w:rPr>
                <w:rFonts w:ascii="Poppins" w:hAnsi="Poppins" w:cs="Poppins"/>
                <w:sz w:val="20"/>
              </w:rPr>
              <w:t>25</w:t>
            </w:r>
            <w:r w:rsidRPr="00AB654C">
              <w:rPr>
                <w:rFonts w:ascii="Poppins" w:hAnsi="Poppins" w:cs="Poppins"/>
                <w:sz w:val="20"/>
              </w:rPr>
              <w:t xml:space="preserve">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AB654C">
              <w:rPr>
                <w:rFonts w:ascii="Poppins" w:hAnsi="Poppins" w:cs="Poppins"/>
                <w:sz w:val="20"/>
              </w:rPr>
              <w:t xml:space="preserve">, resistenza termica RD </w:t>
            </w:r>
            <w:r w:rsidR="0055252B">
              <w:rPr>
                <w:rFonts w:ascii="Poppins" w:hAnsi="Poppins" w:cs="Poppins"/>
                <w:sz w:val="20"/>
              </w:rPr>
              <w:t>1</w:t>
            </w:r>
            <w:r w:rsidR="0056391A">
              <w:rPr>
                <w:rFonts w:ascii="Poppins" w:hAnsi="Poppins" w:cs="Poppins"/>
                <w:sz w:val="20"/>
              </w:rPr>
              <w:t>,</w:t>
            </w:r>
            <w:r w:rsidR="0055252B">
              <w:rPr>
                <w:rFonts w:ascii="Poppins" w:hAnsi="Poppins" w:cs="Poppins"/>
                <w:sz w:val="20"/>
              </w:rPr>
              <w:t>2</w:t>
            </w:r>
            <w:r w:rsidR="0056391A">
              <w:rPr>
                <w:rFonts w:ascii="Poppins" w:hAnsi="Poppins" w:cs="Poppins"/>
                <w:sz w:val="20"/>
              </w:rPr>
              <w:t>5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 xml:space="preserve">K/W, spessore lastra </w:t>
            </w:r>
            <w:r w:rsidR="0055252B">
              <w:rPr>
                <w:rFonts w:ascii="Poppins" w:hAnsi="Poppins" w:cs="Poppins"/>
                <w:sz w:val="20"/>
              </w:rPr>
              <w:t>4</w:t>
            </w:r>
            <w:r w:rsidR="0056391A">
              <w:rPr>
                <w:rFonts w:ascii="Poppins" w:hAnsi="Poppins" w:cs="Poppins"/>
                <w:sz w:val="20"/>
              </w:rPr>
              <w:t>1</w:t>
            </w:r>
            <w:r w:rsidRPr="00AB654C">
              <w:rPr>
                <w:rFonts w:ascii="Poppins" w:hAnsi="Poppins" w:cs="Poppins"/>
                <w:sz w:val="20"/>
              </w:rPr>
              <w:t xml:space="preserve"> mm e spessore totale </w:t>
            </w:r>
            <w:r w:rsidR="0055252B">
              <w:rPr>
                <w:rFonts w:ascii="Poppins" w:hAnsi="Poppins" w:cs="Poppins"/>
                <w:sz w:val="20"/>
              </w:rPr>
              <w:t>6</w:t>
            </w:r>
            <w:r w:rsidR="0056391A">
              <w:rPr>
                <w:rFonts w:ascii="Poppins" w:hAnsi="Poppins" w:cs="Poppins"/>
                <w:sz w:val="20"/>
              </w:rPr>
              <w:t>7,</w:t>
            </w:r>
            <w:r>
              <w:rPr>
                <w:rFonts w:ascii="Poppins" w:hAnsi="Poppins" w:cs="Poppins"/>
                <w:sz w:val="20"/>
              </w:rPr>
              <w:t>5</w:t>
            </w:r>
            <w:r w:rsidRPr="00AB654C">
              <w:rPr>
                <w:rFonts w:ascii="Poppins" w:hAnsi="Poppins" w:cs="Poppins"/>
                <w:sz w:val="20"/>
              </w:rPr>
              <w:t xml:space="preserve"> mm.</w:t>
            </w:r>
          </w:p>
          <w:p w14:paraId="73DF8ECB" w14:textId="77777777" w:rsidR="00096494" w:rsidRDefault="00096494" w:rsidP="0009649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6275FA27" w14:textId="43ACF7FE" w:rsidR="00096494" w:rsidRPr="00AB654C" w:rsidRDefault="00096494" w:rsidP="0009649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Dimensioni (mm) 1200x800x</w:t>
            </w:r>
            <w:r w:rsidR="00F379ED">
              <w:rPr>
                <w:rFonts w:ascii="Poppins" w:hAnsi="Poppins" w:cs="Poppins"/>
                <w:sz w:val="20"/>
              </w:rPr>
              <w:t>6</w:t>
            </w:r>
            <w:r w:rsidR="0056391A">
              <w:rPr>
                <w:rFonts w:ascii="Poppins" w:hAnsi="Poppins" w:cs="Poppins"/>
                <w:sz w:val="20"/>
              </w:rPr>
              <w:t>8</w:t>
            </w:r>
            <w:r w:rsidRPr="00AB654C">
              <w:rPr>
                <w:rFonts w:ascii="Poppins" w:hAnsi="Poppins" w:cs="Poppins"/>
                <w:sz w:val="20"/>
              </w:rPr>
              <w:t xml:space="preserve">, confezione da </w:t>
            </w:r>
            <w:r w:rsidR="00F379ED">
              <w:rPr>
                <w:rFonts w:ascii="Poppins" w:hAnsi="Poppins" w:cs="Poppins"/>
                <w:sz w:val="20"/>
              </w:rPr>
              <w:t>8</w:t>
            </w:r>
            <w:r w:rsidR="0056391A">
              <w:rPr>
                <w:rFonts w:ascii="Poppins" w:hAnsi="Poppins" w:cs="Poppins"/>
                <w:sz w:val="20"/>
              </w:rPr>
              <w:t>,</w:t>
            </w:r>
            <w:r w:rsidR="00F379ED">
              <w:rPr>
                <w:rFonts w:ascii="Poppins" w:hAnsi="Poppins" w:cs="Poppins"/>
                <w:sz w:val="20"/>
              </w:rPr>
              <w:t>64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.</w:t>
            </w:r>
          </w:p>
          <w:p w14:paraId="630AA679" w14:textId="77777777" w:rsidR="00096494" w:rsidRPr="00AB654C" w:rsidRDefault="00096494" w:rsidP="0009649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0020024" w14:textId="6552B63B" w:rsidR="00096494" w:rsidRPr="00AB654C" w:rsidRDefault="00096494" w:rsidP="0009649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>
              <w:rPr>
                <w:rFonts w:ascii="Poppins" w:hAnsi="Poppins" w:cs="Poppins"/>
                <w:b/>
                <w:sz w:val="20"/>
              </w:rPr>
              <w:t xml:space="preserve">Project Emmeti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Pr="00AB654C">
              <w:rPr>
                <w:rFonts w:ascii="Poppins" w:hAnsi="Poppins" w:cs="Poppins"/>
                <w:b/>
                <w:sz w:val="20"/>
              </w:rPr>
              <w:t xml:space="preserve"> H</w:t>
            </w:r>
            <w:r w:rsidR="0055252B">
              <w:rPr>
                <w:rFonts w:ascii="Poppins" w:hAnsi="Poppins" w:cs="Poppins"/>
                <w:b/>
                <w:sz w:val="20"/>
              </w:rPr>
              <w:t>4</w:t>
            </w:r>
            <w:r w:rsidR="0056391A">
              <w:rPr>
                <w:rFonts w:ascii="Poppins" w:hAnsi="Poppins" w:cs="Poppins"/>
                <w:b/>
                <w:sz w:val="20"/>
              </w:rPr>
              <w:t xml:space="preserve">1 </w:t>
            </w:r>
            <w:r w:rsidR="0056391A" w:rsidRPr="0056391A">
              <w:rPr>
                <w:rFonts w:ascii="Poppins" w:hAnsi="Poppins" w:cs="Poppins"/>
                <w:b/>
                <w:sz w:val="20"/>
              </w:rPr>
              <w:t>(Conf. 8,64 m2)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658C" w:rsidRPr="004C6F17" w14:paraId="4A4934E2" w14:textId="77777777" w:rsidTr="00BE2263">
        <w:tc>
          <w:tcPr>
            <w:tcW w:w="1311" w:type="dxa"/>
          </w:tcPr>
          <w:p w14:paraId="62572660" w14:textId="7B19F046" w:rsidR="00F4658C" w:rsidRPr="00AB654C" w:rsidRDefault="00F4658C" w:rsidP="00F4658C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28107002</w:t>
            </w:r>
          </w:p>
        </w:tc>
        <w:tc>
          <w:tcPr>
            <w:tcW w:w="2086" w:type="dxa"/>
          </w:tcPr>
          <w:p w14:paraId="4A0E70F3" w14:textId="77777777" w:rsidR="00F4658C" w:rsidRPr="00844912" w:rsidRDefault="00F4658C" w:rsidP="00F4658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625C9746" w14:textId="270FF7A4" w:rsidR="00F4658C" w:rsidRPr="00AB654C" w:rsidRDefault="00F4658C" w:rsidP="00F4658C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101" w:type="dxa"/>
          </w:tcPr>
          <w:p w14:paraId="3FE4CF4A" w14:textId="77777777" w:rsidR="00F4658C" w:rsidRPr="00844912" w:rsidRDefault="00F4658C" w:rsidP="005A475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47F129B7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9DA3789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3914562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471F866F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F753541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E88CBC9" w14:textId="77777777" w:rsidR="00F4658C" w:rsidRPr="00844912" w:rsidRDefault="00F4658C" w:rsidP="005A475E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0FEE1AC" w14:textId="77777777" w:rsidR="00F4658C" w:rsidRPr="00844912" w:rsidRDefault="00F4658C" w:rsidP="005A475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D243C82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2320379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3BBEDEF" w14:textId="77777777" w:rsidR="00F4658C" w:rsidRPr="00844912" w:rsidRDefault="00F4658C" w:rsidP="005A475E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BA3AD68" w14:textId="77777777" w:rsidR="00F4658C" w:rsidRPr="00844912" w:rsidRDefault="00F4658C" w:rsidP="005A475E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14068D7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F02D5E6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AD4B192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CACFFC9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3DDA261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8AB2D7E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9FD14D6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0D153C53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02B7E2D2" w14:textId="77777777" w:rsidR="00F4658C" w:rsidRPr="00844912" w:rsidRDefault="00F4658C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63853B46" w14:textId="77777777" w:rsidR="00F4658C" w:rsidRPr="00844912" w:rsidRDefault="00F4658C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E6FB73" w14:textId="093FD3FD" w:rsidR="00F4658C" w:rsidRPr="00AB654C" w:rsidRDefault="00F4658C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lunghezza rotolo 100 m o equivalente.</w:t>
            </w:r>
          </w:p>
        </w:tc>
      </w:tr>
      <w:tr w:rsidR="00FF0021" w:rsidRPr="004C6F17" w14:paraId="1CB3AA25" w14:textId="77777777" w:rsidTr="00BE2263">
        <w:tc>
          <w:tcPr>
            <w:tcW w:w="1311" w:type="dxa"/>
          </w:tcPr>
          <w:p w14:paraId="757E8E3A" w14:textId="2E0851A2" w:rsidR="00FF0021" w:rsidRPr="00AB654C" w:rsidRDefault="00FF0021" w:rsidP="00FF0021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28107000</w:t>
            </w:r>
          </w:p>
        </w:tc>
        <w:tc>
          <w:tcPr>
            <w:tcW w:w="2086" w:type="dxa"/>
          </w:tcPr>
          <w:p w14:paraId="2F294577" w14:textId="77777777" w:rsidR="00FF0021" w:rsidRPr="00844912" w:rsidRDefault="00FF0021" w:rsidP="00FF002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132335E4" w14:textId="5D5AA312" w:rsidR="00FF0021" w:rsidRPr="00AB654C" w:rsidRDefault="00FF0021" w:rsidP="00FF0021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101" w:type="dxa"/>
          </w:tcPr>
          <w:p w14:paraId="14DE9153" w14:textId="77777777" w:rsidR="00FF0021" w:rsidRPr="00844912" w:rsidRDefault="00FF0021" w:rsidP="005A475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3979CDA2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0D28756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79EACA8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D528EA3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336C262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6CBE1CC" w14:textId="77777777" w:rsidR="00FF0021" w:rsidRPr="00844912" w:rsidRDefault="00FF0021" w:rsidP="005A475E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6A231CB" w14:textId="77777777" w:rsidR="00FF0021" w:rsidRPr="00844912" w:rsidRDefault="00FF0021" w:rsidP="005A475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75D0BB2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7966211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F3CD4B4" w14:textId="77777777" w:rsidR="00FF0021" w:rsidRPr="00844912" w:rsidRDefault="00FF0021" w:rsidP="005A475E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BB8F5E0" w14:textId="77777777" w:rsidR="00FF0021" w:rsidRPr="00844912" w:rsidRDefault="00FF0021" w:rsidP="005A475E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1BD6F36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B60467B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77CAAAE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4ACD8CA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6056F5B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98DFC2E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7104FF1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77D7CB94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2CA9F6B6" w14:textId="77777777" w:rsidR="00FF0021" w:rsidRPr="00844912" w:rsidRDefault="00FF0021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0F6A6708" w14:textId="77777777" w:rsidR="00FF0021" w:rsidRPr="00844912" w:rsidRDefault="00FF0021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23FD27" w14:textId="7FFF593F" w:rsidR="00FF0021" w:rsidRPr="00AB654C" w:rsidRDefault="00FF0021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lunghezza rotolo 200 m o equivalente.</w:t>
            </w:r>
          </w:p>
        </w:tc>
      </w:tr>
      <w:tr w:rsidR="006B36B9" w:rsidRPr="004C6F17" w14:paraId="7DDF8CAF" w14:textId="77777777" w:rsidTr="00BE2263">
        <w:tc>
          <w:tcPr>
            <w:tcW w:w="1311" w:type="dxa"/>
          </w:tcPr>
          <w:p w14:paraId="33931347" w14:textId="45A7A9FE" w:rsidR="006B36B9" w:rsidRPr="00AB654C" w:rsidRDefault="006B36B9" w:rsidP="006B36B9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28107004</w:t>
            </w:r>
          </w:p>
        </w:tc>
        <w:tc>
          <w:tcPr>
            <w:tcW w:w="2086" w:type="dxa"/>
          </w:tcPr>
          <w:p w14:paraId="18F47162" w14:textId="77777777" w:rsidR="006B36B9" w:rsidRPr="00844912" w:rsidRDefault="006B36B9" w:rsidP="006B36B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2C57495C" w14:textId="74AE8CB2" w:rsidR="006B36B9" w:rsidRPr="00AB654C" w:rsidRDefault="006B36B9" w:rsidP="006B36B9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101" w:type="dxa"/>
          </w:tcPr>
          <w:p w14:paraId="4B8752CF" w14:textId="77777777" w:rsidR="006B36B9" w:rsidRPr="00844912" w:rsidRDefault="006B36B9" w:rsidP="005A475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2180B973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25739FB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7583DC8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F46F534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03993AD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BE307C6" w14:textId="77777777" w:rsidR="006B36B9" w:rsidRPr="00844912" w:rsidRDefault="006B36B9" w:rsidP="005A475E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0FAE0C0E" w14:textId="77777777" w:rsidR="006B36B9" w:rsidRPr="00844912" w:rsidRDefault="006B36B9" w:rsidP="005A475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3111DC6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2B0009B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51425AF" w14:textId="77777777" w:rsidR="006B36B9" w:rsidRPr="00844912" w:rsidRDefault="006B36B9" w:rsidP="005A475E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0F66937" w14:textId="77777777" w:rsidR="006B36B9" w:rsidRPr="00844912" w:rsidRDefault="006B36B9" w:rsidP="005A475E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82F3720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6629FCA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098E812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50BAC4B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BDD8419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C219E88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0CB8D05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1BEDA27B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067EFBDD" w14:textId="77777777" w:rsidR="006B36B9" w:rsidRPr="00844912" w:rsidRDefault="006B36B9" w:rsidP="005A475E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50910E96" w14:textId="77777777" w:rsidR="006B36B9" w:rsidRPr="00844912" w:rsidRDefault="006B36B9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C843D8" w14:textId="67E962A6" w:rsidR="006B36B9" w:rsidRPr="00AB654C" w:rsidRDefault="006B36B9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lunghezza rotolo 500 m o equivalente.</w:t>
            </w:r>
          </w:p>
        </w:tc>
      </w:tr>
      <w:tr w:rsidR="00A81C7E" w:rsidRPr="00F4606B" w14:paraId="7F58769A" w14:textId="77777777" w:rsidTr="00BE2263">
        <w:tc>
          <w:tcPr>
            <w:tcW w:w="1311" w:type="dxa"/>
          </w:tcPr>
          <w:p w14:paraId="0424FFE7" w14:textId="77777777" w:rsidR="00A81C7E" w:rsidRPr="00AB654C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54</w:t>
            </w:r>
          </w:p>
        </w:tc>
        <w:tc>
          <w:tcPr>
            <w:tcW w:w="2086" w:type="dxa"/>
          </w:tcPr>
          <w:p w14:paraId="1A79EACE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5231A8EB" w14:textId="77777777" w:rsidR="00A81C7E" w:rsidRPr="00AB654C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L=240 m</w:t>
            </w:r>
          </w:p>
        </w:tc>
        <w:tc>
          <w:tcPr>
            <w:tcW w:w="6101" w:type="dxa"/>
          </w:tcPr>
          <w:p w14:paraId="562A0F2B" w14:textId="77777777" w:rsidR="00A81C7E" w:rsidRPr="00C01A2B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2694CF9F" w14:textId="77777777" w:rsidR="00A81C7E" w:rsidRPr="00C01A2B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EDC8ED" w14:textId="77777777" w:rsidR="00A81C7E" w:rsidRPr="00C01A2B" w:rsidRDefault="00A81C7E" w:rsidP="005A475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E41EE7B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4266E257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0005EE9D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 xml:space="preserve">Permeabilità all’ossigeno (DIN 4726): </w:t>
            </w:r>
            <w:r w:rsidRPr="0005301E">
              <w:rPr>
                <w:rFonts w:ascii="Poppins" w:hAnsi="Poppins" w:cs="Poppins"/>
              </w:rPr>
              <w:t>&lt; 0,32 mg/(m2d) a 40°C; &lt; 3,60 mg/(m2d) a 80°C</w:t>
            </w:r>
          </w:p>
          <w:p w14:paraId="7E9FA9B0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4E3DCF08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343C448B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071E4BC9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304E15D8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3EA8BF4F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6AC00A3F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6455F6D7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50EB7BC8" w14:textId="77777777" w:rsidR="00A81C7E" w:rsidRPr="00AB2EC2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F89426" w14:textId="77777777" w:rsidR="00A81C7E" w:rsidRPr="00AB654C" w:rsidRDefault="00A81C7E" w:rsidP="005A475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>x2, lunghezza rotolo 240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81C7E" w:rsidRPr="00F4606B" w14:paraId="7847BA7F" w14:textId="77777777" w:rsidTr="00BE2263">
        <w:tc>
          <w:tcPr>
            <w:tcW w:w="1311" w:type="dxa"/>
          </w:tcPr>
          <w:p w14:paraId="7FCAFB6F" w14:textId="77777777" w:rsidR="00A81C7E" w:rsidRPr="00AB654C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281418</w:t>
            </w:r>
            <w:r>
              <w:rPr>
                <w:rFonts w:ascii="Poppins" w:hAnsi="Poppins" w:cs="Poppins"/>
                <w:sz w:val="20"/>
              </w:rPr>
              <w:t>56</w:t>
            </w:r>
          </w:p>
        </w:tc>
        <w:tc>
          <w:tcPr>
            <w:tcW w:w="2086" w:type="dxa"/>
          </w:tcPr>
          <w:p w14:paraId="291CDD84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536AE519" w14:textId="77777777" w:rsidR="00A81C7E" w:rsidRPr="00AB654C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46E3C93F" w14:textId="77777777" w:rsidR="00A81C7E" w:rsidRPr="00C01A2B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2BAC5592" w14:textId="77777777" w:rsidR="00A81C7E" w:rsidRPr="00C01A2B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5B9A28" w14:textId="77777777" w:rsidR="00A81C7E" w:rsidRPr="00C01A2B" w:rsidRDefault="00A81C7E" w:rsidP="005A475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E35BB63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3E628A0D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6556DA54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 xml:space="preserve">Permeabilità all’ossigeno (DIN 4726): </w:t>
            </w:r>
            <w:r w:rsidRPr="0005301E">
              <w:rPr>
                <w:rFonts w:ascii="Poppins" w:hAnsi="Poppins" w:cs="Poppins"/>
              </w:rPr>
              <w:t>&lt; 0,32 mg/(m2d) a 40°C; &lt; 3,60 mg/(m2d) a 80°C</w:t>
            </w:r>
          </w:p>
          <w:p w14:paraId="5002BEE7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14627D76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2173CDAB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72A5DCA1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600DFF94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1412AA9C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2B27CDFB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Contenuto d’acqua: 0.05 l/m</w:t>
            </w:r>
          </w:p>
          <w:p w14:paraId="3115EF93" w14:textId="77777777" w:rsidR="00A81C7E" w:rsidRPr="00C01A2B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194A8A1" w14:textId="77777777" w:rsidR="00A81C7E" w:rsidRPr="00AB2EC2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15F43E" w14:textId="77777777" w:rsidR="00A81C7E" w:rsidRPr="00AB654C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81C7E" w:rsidRPr="009230EA" w14:paraId="710EDE8C" w14:textId="77777777" w:rsidTr="00BE2263">
        <w:tc>
          <w:tcPr>
            <w:tcW w:w="1311" w:type="dxa"/>
          </w:tcPr>
          <w:p w14:paraId="1A8BBAB6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4470</w:t>
            </w:r>
          </w:p>
        </w:tc>
        <w:tc>
          <w:tcPr>
            <w:tcW w:w="2086" w:type="dxa"/>
          </w:tcPr>
          <w:p w14:paraId="7D869E2C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306EF7D2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L=240 m</w:t>
            </w:r>
          </w:p>
        </w:tc>
        <w:tc>
          <w:tcPr>
            <w:tcW w:w="6101" w:type="dxa"/>
          </w:tcPr>
          <w:p w14:paraId="2C25F441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47182799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B3E516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46841EE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2EB5FF22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1709939F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6570ED30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38482DA5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440BD94D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159C27F5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22B59256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2ABBA6CA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7BFA5A09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4E5D167C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64347FC4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16718C" w14:textId="77777777" w:rsidR="00A81C7E" w:rsidRPr="00AB2EC2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b/>
                <w:sz w:val="20"/>
              </w:rPr>
              <w:t xml:space="preserve">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81C7E" w:rsidRPr="009230EA" w14:paraId="47C805CC" w14:textId="77777777" w:rsidTr="00BE2263">
        <w:tc>
          <w:tcPr>
            <w:tcW w:w="1311" w:type="dxa"/>
          </w:tcPr>
          <w:p w14:paraId="627CA721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4472</w:t>
            </w:r>
          </w:p>
        </w:tc>
        <w:tc>
          <w:tcPr>
            <w:tcW w:w="2086" w:type="dxa"/>
          </w:tcPr>
          <w:p w14:paraId="63248A02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0BCF5395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2BC64157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6FC561A5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3FFC3E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BBC8F64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3BD5EA5D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188CC615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6B97D45D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3ABAF197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30D306CC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2AB88AE4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04B50AF3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3071AFA5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146C1C98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1291A9EB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793066C6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E3A1EE" w14:textId="77777777" w:rsidR="00A81C7E" w:rsidRPr="00AB2EC2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b/>
                <w:sz w:val="20"/>
              </w:rPr>
              <w:t xml:space="preserve">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81C7E" w:rsidRPr="009230EA" w14:paraId="299DA198" w14:textId="77777777" w:rsidTr="00BE2263">
        <w:tc>
          <w:tcPr>
            <w:tcW w:w="1311" w:type="dxa"/>
          </w:tcPr>
          <w:p w14:paraId="5F9330E2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0836</w:t>
            </w:r>
          </w:p>
        </w:tc>
        <w:tc>
          <w:tcPr>
            <w:tcW w:w="2086" w:type="dxa"/>
          </w:tcPr>
          <w:p w14:paraId="2CC73CC6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72733644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48F5D3B3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 xml:space="preserve">Tubo </w:t>
            </w:r>
            <w:r>
              <w:rPr>
                <w:rFonts w:ascii="Poppins" w:hAnsi="Poppins" w:cs="Poppins"/>
                <w:sz w:val="20"/>
              </w:rPr>
              <w:t xml:space="preserve">rosso </w:t>
            </w:r>
            <w:r w:rsidRPr="00CA6A43">
              <w:rPr>
                <w:rFonts w:ascii="Poppins" w:hAnsi="Poppins" w:cs="Poppins"/>
                <w:sz w:val="20"/>
              </w:rPr>
              <w:t xml:space="preserve">a 5 strati in PE-RT </w:t>
            </w:r>
            <w:proofErr w:type="spellStart"/>
            <w:r w:rsidRPr="00CA6A43">
              <w:rPr>
                <w:rFonts w:ascii="Poppins" w:hAnsi="Poppins" w:cs="Poppins"/>
                <w:sz w:val="20"/>
              </w:rPr>
              <w:t>Type</w:t>
            </w:r>
            <w:proofErr w:type="spellEnd"/>
            <w:r w:rsidRPr="00CA6A43">
              <w:rPr>
                <w:rFonts w:ascii="Poppins" w:hAnsi="Poppins" w:cs="Poppins"/>
                <w:sz w:val="20"/>
              </w:rPr>
              <w:t xml:space="preserve">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19C763C1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4AA1E8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731FCFF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53C3B9EC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16C0732C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700F09B1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0BF3B9AC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2026C464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0A49000E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2D93D6C1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1BA27066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41BEBB11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4D1B55FD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BEAA72" w14:textId="77777777" w:rsidR="00A81C7E" w:rsidRPr="00AB2EC2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81C7E" w:rsidRPr="009230EA" w14:paraId="41B6CACC" w14:textId="77777777" w:rsidTr="00BE2263">
        <w:tc>
          <w:tcPr>
            <w:tcW w:w="1311" w:type="dxa"/>
          </w:tcPr>
          <w:p w14:paraId="1F4D1751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0832</w:t>
            </w:r>
          </w:p>
        </w:tc>
        <w:tc>
          <w:tcPr>
            <w:tcW w:w="2086" w:type="dxa"/>
          </w:tcPr>
          <w:p w14:paraId="6B8442C2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4C01FF7E" w14:textId="77777777" w:rsidR="00A81C7E" w:rsidRPr="00AB2EC2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3B357B9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</w:t>
            </w:r>
            <w:r>
              <w:rPr>
                <w:rFonts w:ascii="Poppins" w:hAnsi="Poppins" w:cs="Poppins"/>
                <w:sz w:val="20"/>
              </w:rPr>
              <w:t xml:space="preserve"> rosso</w:t>
            </w:r>
            <w:r w:rsidRPr="00CA6A43">
              <w:rPr>
                <w:rFonts w:ascii="Poppins" w:hAnsi="Poppins" w:cs="Poppins"/>
                <w:sz w:val="20"/>
              </w:rPr>
              <w:t xml:space="preserve"> a 5 strati in PE-RT </w:t>
            </w:r>
            <w:proofErr w:type="spellStart"/>
            <w:r w:rsidRPr="00CA6A43">
              <w:rPr>
                <w:rFonts w:ascii="Poppins" w:hAnsi="Poppins" w:cs="Poppins"/>
                <w:sz w:val="20"/>
              </w:rPr>
              <w:t>Type</w:t>
            </w:r>
            <w:proofErr w:type="spellEnd"/>
            <w:r w:rsidRPr="00CA6A43">
              <w:rPr>
                <w:rFonts w:ascii="Poppins" w:hAnsi="Poppins" w:cs="Poppins"/>
                <w:sz w:val="20"/>
              </w:rPr>
              <w:t xml:space="preserve">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12390A9C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58B134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tecnici:</w:t>
            </w:r>
          </w:p>
          <w:p w14:paraId="3292EA03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492851ED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2ADBCCF6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4D52C75E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7BB73E5B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3FE027C3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156243AD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75CB0389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085387BF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078B704C" w14:textId="77777777" w:rsidR="00A81C7E" w:rsidRPr="00CA6A43" w:rsidRDefault="00A81C7E" w:rsidP="005A475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0B5FD925" w14:textId="77777777" w:rsidR="00A81C7E" w:rsidRPr="00CA6A43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1A297E" w14:textId="77777777" w:rsidR="00A81C7E" w:rsidRPr="00AB2EC2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B0D35" w:rsidRPr="00170AD8" w14:paraId="477D6102" w14:textId="77777777" w:rsidTr="00BE2263">
        <w:tc>
          <w:tcPr>
            <w:tcW w:w="1311" w:type="dxa"/>
          </w:tcPr>
          <w:p w14:paraId="1C8ED00D" w14:textId="109BDBF8" w:rsidR="000B0D35" w:rsidRPr="00AB654C" w:rsidRDefault="000B0D35" w:rsidP="000B0D3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6391C968" w14:textId="77777777" w:rsidR="000B0D35" w:rsidRDefault="000B0D35" w:rsidP="000B0D3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27013C9B" w14:textId="6AE88B06" w:rsidR="000B0D35" w:rsidRPr="00AB654C" w:rsidRDefault="000B0D35" w:rsidP="000B0D3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4E502E19" w14:textId="77777777" w:rsidR="000B0D35" w:rsidRDefault="000B0D35" w:rsidP="000B0D3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75054747" w14:textId="77777777" w:rsidR="000B0D35" w:rsidRPr="00F12594" w:rsidRDefault="000B0D35" w:rsidP="000B0D3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8C5298" w14:textId="77777777" w:rsidR="000B0D35" w:rsidRPr="00F12594" w:rsidRDefault="000B0D35" w:rsidP="000B0D3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30498F53" w14:textId="77777777" w:rsidR="000B0D35" w:rsidRPr="00F12594" w:rsidRDefault="000B0D35" w:rsidP="000B0D3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110C3188" w14:textId="77777777" w:rsidR="000B0D35" w:rsidRPr="00F12594" w:rsidRDefault="000B0D35" w:rsidP="000B0D35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58FC4CB" w14:textId="1BD4E1BC" w:rsidR="000B0D35" w:rsidRPr="00AB654C" w:rsidRDefault="000B0D35" w:rsidP="000B0D3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B0D35" w:rsidRPr="007E118F" w14:paraId="7AC9817E" w14:textId="77777777" w:rsidTr="00BE2263">
        <w:tc>
          <w:tcPr>
            <w:tcW w:w="1311" w:type="dxa"/>
          </w:tcPr>
          <w:p w14:paraId="2FFF6B96" w14:textId="6FCEED89" w:rsidR="000B0D35" w:rsidRPr="00AB654C" w:rsidRDefault="000B0D35" w:rsidP="000B0D3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5000F79E" w14:textId="77777777" w:rsidR="000B0D35" w:rsidRDefault="000B0D35" w:rsidP="000B0D3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47790906" w14:textId="5028453C" w:rsidR="000B0D35" w:rsidRPr="00AB654C" w:rsidRDefault="000B0D35" w:rsidP="000B0D35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55DB2365" w14:textId="77777777" w:rsidR="000B0D35" w:rsidRDefault="000B0D35" w:rsidP="000B0D3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52E9B6E7" w14:textId="77777777" w:rsidR="000B0D35" w:rsidRPr="00F12594" w:rsidRDefault="000B0D35" w:rsidP="000B0D3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B1A9442" w14:textId="77777777" w:rsidR="000B0D35" w:rsidRPr="00F12594" w:rsidRDefault="000B0D35" w:rsidP="000B0D3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75B687BB" w14:textId="77777777" w:rsidR="000B0D35" w:rsidRPr="00F12594" w:rsidRDefault="000B0D35" w:rsidP="000B0D3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76821687" w14:textId="77777777" w:rsidR="000B0D35" w:rsidRPr="00F12594" w:rsidRDefault="000B0D35" w:rsidP="000B0D3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E7C6FB" w14:textId="77A73426" w:rsidR="000B0D35" w:rsidRPr="00AB654C" w:rsidRDefault="000B0D35" w:rsidP="000B0D3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81C7E" w:rsidRPr="00170AD8" w14:paraId="7E50E2F4" w14:textId="77777777" w:rsidTr="00BE2263">
        <w:tc>
          <w:tcPr>
            <w:tcW w:w="1311" w:type="dxa"/>
          </w:tcPr>
          <w:p w14:paraId="1F79B7C9" w14:textId="77777777" w:rsidR="00A81C7E" w:rsidRPr="00AB654C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1B8C5AFC" w14:textId="77777777" w:rsidR="00A81C7E" w:rsidRPr="00F12594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Protettivo per impianti di riscaldamento alta/bassa </w:t>
            </w:r>
            <w:r w:rsidRPr="00F12594">
              <w:rPr>
                <w:rFonts w:ascii="Poppins" w:hAnsi="Poppins" w:cs="Poppins"/>
                <w:sz w:val="20"/>
              </w:rPr>
              <w:lastRenderedPageBreak/>
              <w:t>temperatura e condizionamento</w:t>
            </w:r>
          </w:p>
          <w:p w14:paraId="728B3B87" w14:textId="77777777" w:rsidR="00A81C7E" w:rsidRPr="00AB654C" w:rsidRDefault="00A81C7E" w:rsidP="00BE2263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2779CE8" w14:textId="6CAC8F8B" w:rsidR="00A81C7E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Protettivo ad azione anticorrosiva per tutti i metalli, antincrostante e biocida per impianti di riscaldamento ad alta o bassa temperatura e/o condizionamento, con protettivi anticalcare (max 25 °F)</w:t>
            </w:r>
            <w:r w:rsidR="00F92776">
              <w:rPr>
                <w:rFonts w:ascii="Poppins" w:hAnsi="Poppins" w:cs="Poppins"/>
                <w:sz w:val="20"/>
              </w:rPr>
              <w:t>.</w:t>
            </w:r>
          </w:p>
          <w:p w14:paraId="42407C72" w14:textId="77777777" w:rsidR="00F92776" w:rsidRDefault="00F92776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7985AAA" w14:textId="33BCBA6C" w:rsidR="00F73AD4" w:rsidRPr="00F73AD4" w:rsidRDefault="00F73AD4" w:rsidP="005A475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tecnici:</w:t>
            </w:r>
          </w:p>
          <w:p w14:paraId="21CB5BA8" w14:textId="1AAE3C02" w:rsidR="00A81C7E" w:rsidRPr="00F73AD4" w:rsidRDefault="00A81C7E" w:rsidP="00F73AD4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1187FAAD" w14:textId="615D6430" w:rsidR="00A81C7E" w:rsidRPr="00F73AD4" w:rsidRDefault="00A81C7E" w:rsidP="00F73AD4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73AD4">
              <w:rPr>
                <w:rFonts w:ascii="Poppins" w:hAnsi="Poppins" w:cs="Poppins"/>
              </w:rPr>
              <w:t>ph</w:t>
            </w:r>
            <w:proofErr w:type="spellEnd"/>
            <w:r w:rsidRPr="00F73AD4">
              <w:rPr>
                <w:rFonts w:ascii="Poppins" w:hAnsi="Poppins" w:cs="Poppins"/>
              </w:rPr>
              <w:t>: 7 ± 0.5</w:t>
            </w:r>
          </w:p>
          <w:p w14:paraId="28A86CA1" w14:textId="2C3E8A06" w:rsidR="00A81C7E" w:rsidRPr="00F73AD4" w:rsidRDefault="00A81C7E" w:rsidP="00F73AD4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605C35A7" w14:textId="6F9DA8AD" w:rsidR="00A81C7E" w:rsidRPr="00F73AD4" w:rsidRDefault="00A81C7E" w:rsidP="00F73AD4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4C83275A" w14:textId="3C946AD6" w:rsidR="00A81C7E" w:rsidRPr="00F73AD4" w:rsidRDefault="00A81C7E" w:rsidP="00F73AD4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5E897FCF" w14:textId="77777777" w:rsidR="00A81C7E" w:rsidRPr="00F12594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F9196A" w14:textId="77777777" w:rsidR="00A81C7E" w:rsidRPr="00AB654C" w:rsidRDefault="00A81C7E" w:rsidP="005A475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4D59B2" w14:paraId="2E98FB68" w14:textId="77777777" w:rsidTr="00BE2263">
        <w:tc>
          <w:tcPr>
            <w:tcW w:w="1311" w:type="dxa"/>
          </w:tcPr>
          <w:p w14:paraId="001F969E" w14:textId="01F4B46C" w:rsidR="004D59B2" w:rsidRPr="00AB654C" w:rsidRDefault="004D59B2" w:rsidP="004D59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23BA3FD2" w14:textId="77777777" w:rsidR="004D59B2" w:rsidRPr="00F12594" w:rsidRDefault="004D59B2" w:rsidP="004D59B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30BA59DD" w14:textId="77777777" w:rsidR="004D59B2" w:rsidRPr="00AB654C" w:rsidRDefault="004D59B2" w:rsidP="004D59B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7C678D6" w14:textId="77777777" w:rsidR="004D59B2" w:rsidRDefault="004D59B2" w:rsidP="004D59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341672CC" w14:textId="77777777" w:rsidR="004D59B2" w:rsidRDefault="004D59B2" w:rsidP="004D59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5C3ED9C5" w14:textId="77777777" w:rsidR="004D59B2" w:rsidRDefault="004D59B2" w:rsidP="004D59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235365A" w14:textId="77777777" w:rsidR="004D59B2" w:rsidRDefault="004D59B2" w:rsidP="004D59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730816" w14:textId="77777777" w:rsidR="004D59B2" w:rsidRPr="00F85508" w:rsidRDefault="004D59B2" w:rsidP="004D59B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E0A3BB1" w14:textId="77777777" w:rsidR="004D59B2" w:rsidRPr="00F85508" w:rsidRDefault="004D59B2" w:rsidP="004D59B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09A0A6FB" w14:textId="77777777" w:rsidR="004D59B2" w:rsidRPr="00F85508" w:rsidRDefault="004D59B2" w:rsidP="004D59B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85508">
              <w:rPr>
                <w:rFonts w:ascii="Poppins" w:hAnsi="Poppins" w:cs="Poppins"/>
              </w:rPr>
              <w:t>ph</w:t>
            </w:r>
            <w:proofErr w:type="spellEnd"/>
            <w:r w:rsidRPr="00F85508">
              <w:rPr>
                <w:rFonts w:ascii="Poppins" w:hAnsi="Poppins" w:cs="Poppins"/>
              </w:rPr>
              <w:t>: 5 ± 0.5</w:t>
            </w:r>
          </w:p>
          <w:p w14:paraId="7332AF11" w14:textId="77777777" w:rsidR="004D59B2" w:rsidRPr="00F85508" w:rsidRDefault="004D59B2" w:rsidP="004D59B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7A730EBE" w14:textId="77777777" w:rsidR="004D59B2" w:rsidRPr="00F85508" w:rsidRDefault="004D59B2" w:rsidP="004D59B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2B097AB2" w14:textId="77777777" w:rsidR="004D59B2" w:rsidRPr="00F85508" w:rsidRDefault="004D59B2" w:rsidP="004D59B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25B4D941" w14:textId="77777777" w:rsidR="004D59B2" w:rsidRPr="00F12594" w:rsidRDefault="004D59B2" w:rsidP="004D59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94D894B" w14:textId="25FF5D3E" w:rsidR="004D59B2" w:rsidRPr="00AB654C" w:rsidRDefault="004D59B2" w:rsidP="004D59B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56AB" w14:paraId="53C67AD7" w14:textId="77777777" w:rsidTr="00BE2263">
        <w:tc>
          <w:tcPr>
            <w:tcW w:w="1311" w:type="dxa"/>
          </w:tcPr>
          <w:p w14:paraId="3DF193AE" w14:textId="181259D3" w:rsidR="00C856AB" w:rsidRPr="00AB654C" w:rsidRDefault="00C856AB" w:rsidP="00C856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086" w:type="dxa"/>
          </w:tcPr>
          <w:p w14:paraId="6ACA2840" w14:textId="77777777" w:rsidR="00C856AB" w:rsidRPr="00F12594" w:rsidRDefault="00C856AB" w:rsidP="00C856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6A1E16AD" w14:textId="6876FC4F" w:rsidR="00C856AB" w:rsidRPr="00AB654C" w:rsidRDefault="00C856AB" w:rsidP="00C856A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0226A3FA" w14:textId="77777777" w:rsidR="00C856AB" w:rsidRDefault="00C856AB" w:rsidP="00C856A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1F6D5D8D" w14:textId="77777777" w:rsidR="00C856AB" w:rsidRDefault="00C856AB" w:rsidP="00C856A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1AAB8C0" w14:textId="77777777" w:rsidR="00C856AB" w:rsidRPr="00265BF1" w:rsidRDefault="00C856AB" w:rsidP="00C856A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D7E7604" w14:textId="77777777" w:rsidR="00C856AB" w:rsidRPr="00265BF1" w:rsidRDefault="00C856AB" w:rsidP="00C856A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0782503F" w14:textId="77777777" w:rsidR="00C856AB" w:rsidRPr="00265BF1" w:rsidRDefault="00C856AB" w:rsidP="00C856A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2D4D3DBB" w14:textId="77777777" w:rsidR="00C856AB" w:rsidRPr="00265BF1" w:rsidRDefault="00C856AB" w:rsidP="00C856A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0745F54C" w14:textId="77777777" w:rsidR="00C856AB" w:rsidRPr="00265BF1" w:rsidRDefault="00C856AB" w:rsidP="00C856AB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21E0073A" w14:textId="77777777" w:rsidR="00C856AB" w:rsidRPr="00F12594" w:rsidRDefault="00C856AB" w:rsidP="00C856A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193301" w14:textId="2A8212C4" w:rsidR="00C856AB" w:rsidRPr="00AB654C" w:rsidRDefault="00C856AB" w:rsidP="00C856A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70B9" w14:paraId="5F15B20C" w14:textId="77777777" w:rsidTr="00BE2263">
        <w:tc>
          <w:tcPr>
            <w:tcW w:w="1311" w:type="dxa"/>
          </w:tcPr>
          <w:p w14:paraId="00635CE8" w14:textId="11F03D51" w:rsidR="00AA70B9" w:rsidRPr="00AB654C" w:rsidRDefault="00AA70B9" w:rsidP="00AA70B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28130480</w:t>
            </w:r>
          </w:p>
        </w:tc>
        <w:tc>
          <w:tcPr>
            <w:tcW w:w="2086" w:type="dxa"/>
          </w:tcPr>
          <w:p w14:paraId="486D0C6A" w14:textId="77777777" w:rsidR="00AA70B9" w:rsidRPr="00F12594" w:rsidRDefault="00AA70B9" w:rsidP="00AA70B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1A821CFF" w14:textId="77777777" w:rsidR="00AA70B9" w:rsidRPr="00F12594" w:rsidRDefault="00AA70B9" w:rsidP="00AA70B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00A3DABB" w14:textId="77777777" w:rsidR="00AA70B9" w:rsidRPr="00AB654C" w:rsidRDefault="00AA70B9" w:rsidP="00AA70B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E6804F9" w14:textId="77777777" w:rsidR="00AA70B9" w:rsidRDefault="00AA70B9" w:rsidP="00AA70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0793A9EA" w14:textId="77777777" w:rsidR="00AA70B9" w:rsidRPr="00F12594" w:rsidRDefault="00AA70B9" w:rsidP="00AA70B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6EA273C" w14:textId="77777777" w:rsidR="00AA70B9" w:rsidRPr="00F12594" w:rsidRDefault="00AA70B9" w:rsidP="00AA70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1FF00F9A" w14:textId="77777777" w:rsidR="00AA70B9" w:rsidRPr="00F12594" w:rsidRDefault="00AA70B9" w:rsidP="00AA70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57934283" w14:textId="77777777" w:rsidR="00AA70B9" w:rsidRPr="00F12594" w:rsidRDefault="00AA70B9" w:rsidP="00AA70B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8375DC8" w14:textId="476B84F0" w:rsidR="00AA70B9" w:rsidRPr="00AB654C" w:rsidRDefault="00AA70B9" w:rsidP="00AA70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70B9" w14:paraId="12E145C7" w14:textId="77777777" w:rsidTr="00BE2263">
        <w:tc>
          <w:tcPr>
            <w:tcW w:w="1311" w:type="dxa"/>
          </w:tcPr>
          <w:p w14:paraId="5E5C61E1" w14:textId="2CE7959C" w:rsidR="00AA70B9" w:rsidRPr="00AB654C" w:rsidRDefault="00AA70B9" w:rsidP="00AA70B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4B6350B9" w14:textId="77777777" w:rsidR="00AA70B9" w:rsidRPr="00F12594" w:rsidRDefault="00AA70B9" w:rsidP="00AA70B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3C1CABE3" w14:textId="77777777" w:rsidR="00AA70B9" w:rsidRPr="00F12594" w:rsidRDefault="00AA70B9" w:rsidP="00AA70B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55059473" w14:textId="77777777" w:rsidR="00AA70B9" w:rsidRPr="00AB654C" w:rsidRDefault="00AA70B9" w:rsidP="00AA70B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3193C64" w14:textId="77777777" w:rsidR="00AA70B9" w:rsidRDefault="00AA70B9" w:rsidP="00AA70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5A2EC2C2" w14:textId="77777777" w:rsidR="00AA70B9" w:rsidRPr="00F12594" w:rsidRDefault="00AA70B9" w:rsidP="00AA70B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F28509" w14:textId="77777777" w:rsidR="00AA70B9" w:rsidRPr="00F12594" w:rsidRDefault="00AA70B9" w:rsidP="00AA70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48E68E13" w14:textId="77777777" w:rsidR="00AA70B9" w:rsidRPr="00F12594" w:rsidRDefault="00AA70B9" w:rsidP="00AA70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4FE546A5" w14:textId="77777777" w:rsidR="00AA70B9" w:rsidRPr="00F12594" w:rsidRDefault="00AA70B9" w:rsidP="00AA70B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2314CA" w14:textId="29D3F651" w:rsidR="00AA70B9" w:rsidRPr="00AB654C" w:rsidRDefault="00AA70B9" w:rsidP="00AA70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911FF" w14:paraId="074E349F" w14:textId="77777777" w:rsidTr="00BE2263">
        <w:tc>
          <w:tcPr>
            <w:tcW w:w="1311" w:type="dxa"/>
          </w:tcPr>
          <w:p w14:paraId="673EA634" w14:textId="6C4DE2C3" w:rsidR="001911FF" w:rsidRPr="00AB654C" w:rsidRDefault="001911FF" w:rsidP="001911F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0301397F" w14:textId="77777777" w:rsidR="001911FF" w:rsidRPr="00F12594" w:rsidRDefault="001911FF" w:rsidP="001911F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61076AEB" w14:textId="77777777" w:rsidR="001911FF" w:rsidRPr="00F12594" w:rsidRDefault="001911FF" w:rsidP="001911F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67F79F37" w14:textId="77777777" w:rsidR="001911FF" w:rsidRPr="00AB654C" w:rsidRDefault="001911FF" w:rsidP="001911FF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C0B8874" w14:textId="77777777" w:rsidR="001911FF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417EBF8E" w14:textId="77777777" w:rsidR="001911FF" w:rsidRPr="00F12594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877644" w14:textId="77777777" w:rsidR="001911FF" w:rsidRPr="00F12594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05D0D3B7" w14:textId="77777777" w:rsidR="001911FF" w:rsidRPr="00F12594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3756D21F" w14:textId="77777777" w:rsidR="001911FF" w:rsidRPr="00F12594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DBB8D3" w14:textId="18C7C369" w:rsidR="001911FF" w:rsidRPr="00AB654C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911FF" w14:paraId="185F722E" w14:textId="77777777" w:rsidTr="00BE2263">
        <w:tc>
          <w:tcPr>
            <w:tcW w:w="1311" w:type="dxa"/>
          </w:tcPr>
          <w:p w14:paraId="5E45738E" w14:textId="19A8349A" w:rsidR="001911FF" w:rsidRPr="00AB654C" w:rsidRDefault="001911FF" w:rsidP="001911F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64F6A9B2" w14:textId="77777777" w:rsidR="001911FF" w:rsidRPr="00F12594" w:rsidRDefault="001911FF" w:rsidP="001911F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65D902E1" w14:textId="77777777" w:rsidR="001911FF" w:rsidRPr="00F12594" w:rsidRDefault="001911FF" w:rsidP="001911F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16ADC24D" w14:textId="77777777" w:rsidR="001911FF" w:rsidRPr="00AB654C" w:rsidRDefault="001911FF" w:rsidP="001911FF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313C00D" w14:textId="77777777" w:rsidR="001911FF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77BB5C61" w14:textId="77777777" w:rsidR="001911FF" w:rsidRPr="00F12594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D3F523" w14:textId="77777777" w:rsidR="001911FF" w:rsidRPr="00F12594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03704252" w14:textId="77777777" w:rsidR="001911FF" w:rsidRPr="00F12594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04ACE7E9" w14:textId="77777777" w:rsidR="001911FF" w:rsidRPr="00F12594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AB516D" w14:textId="784977E2" w:rsidR="001911FF" w:rsidRPr="00AB654C" w:rsidRDefault="001911FF" w:rsidP="001911F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04BF1" w14:paraId="5CE29299" w14:textId="77777777" w:rsidTr="00BE2263">
        <w:tc>
          <w:tcPr>
            <w:tcW w:w="1311" w:type="dxa"/>
          </w:tcPr>
          <w:p w14:paraId="20AC0F4D" w14:textId="1106D019" w:rsidR="00304BF1" w:rsidRPr="00AB654C" w:rsidRDefault="00304BF1" w:rsidP="00304BF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4D6A1A16" w14:textId="77777777" w:rsidR="00304BF1" w:rsidRPr="00F12594" w:rsidRDefault="00304BF1" w:rsidP="00304BF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7A779102" w14:textId="77777777" w:rsidR="00304BF1" w:rsidRPr="00F12594" w:rsidRDefault="00304BF1" w:rsidP="00304BF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29F99A06" w14:textId="77777777" w:rsidR="00304BF1" w:rsidRPr="00AB654C" w:rsidRDefault="00304BF1" w:rsidP="00304BF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6B66024" w14:textId="77777777" w:rsidR="00304BF1" w:rsidRDefault="00304BF1" w:rsidP="00304BF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D92F82F" w14:textId="77777777" w:rsidR="00304BF1" w:rsidRPr="00F12594" w:rsidRDefault="00304BF1" w:rsidP="00304BF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47D1E8" w14:textId="77777777" w:rsidR="00304BF1" w:rsidRPr="00F12594" w:rsidRDefault="00304BF1" w:rsidP="00304BF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204C78EA" w14:textId="77777777" w:rsidR="00304BF1" w:rsidRPr="00F12594" w:rsidRDefault="00304BF1" w:rsidP="00304BF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BCB117" w14:textId="30C7755C" w:rsidR="00304BF1" w:rsidRPr="00AB654C" w:rsidRDefault="00304BF1" w:rsidP="00304BF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04BF1" w14:paraId="20514B0F" w14:textId="77777777" w:rsidTr="00BE2263">
        <w:tc>
          <w:tcPr>
            <w:tcW w:w="1311" w:type="dxa"/>
          </w:tcPr>
          <w:p w14:paraId="7B1EF037" w14:textId="417909EF" w:rsidR="00304BF1" w:rsidRPr="00AB654C" w:rsidRDefault="00304BF1" w:rsidP="00304BF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5B7EED6A" w14:textId="77777777" w:rsidR="00304BF1" w:rsidRPr="00F12594" w:rsidRDefault="00304BF1" w:rsidP="00304BF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</w:t>
            </w:r>
          </w:p>
          <w:p w14:paraId="2F66E250" w14:textId="77777777" w:rsidR="00304BF1" w:rsidRPr="00F12594" w:rsidRDefault="00304BF1" w:rsidP="00304BF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48EF55FE" w14:textId="77777777" w:rsidR="00304BF1" w:rsidRPr="00AB654C" w:rsidRDefault="00304BF1" w:rsidP="00304BF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91153D6" w14:textId="77777777" w:rsidR="00304BF1" w:rsidRDefault="00304BF1" w:rsidP="00304BF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8CA216A" w14:textId="77777777" w:rsidR="00304BF1" w:rsidRPr="00F12594" w:rsidRDefault="00304BF1" w:rsidP="00304BF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70D631" w14:textId="77777777" w:rsidR="00304BF1" w:rsidRPr="00F12594" w:rsidRDefault="00304BF1" w:rsidP="00304BF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4CD60B37" w14:textId="77777777" w:rsidR="00304BF1" w:rsidRPr="00F12594" w:rsidRDefault="00304BF1" w:rsidP="00304BF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496916" w14:textId="4A7908A8" w:rsidR="00304BF1" w:rsidRPr="00AB654C" w:rsidRDefault="00304BF1" w:rsidP="00304BF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D4529" w14:paraId="7A6EA8FD" w14:textId="77777777" w:rsidTr="00BE2263">
        <w:tc>
          <w:tcPr>
            <w:tcW w:w="1311" w:type="dxa"/>
          </w:tcPr>
          <w:p w14:paraId="64F66C2C" w14:textId="787B90D9" w:rsidR="007D4529" w:rsidRPr="00AB654C" w:rsidRDefault="007D4529" w:rsidP="007D452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4450</w:t>
            </w:r>
          </w:p>
        </w:tc>
        <w:tc>
          <w:tcPr>
            <w:tcW w:w="2086" w:type="dxa"/>
          </w:tcPr>
          <w:p w14:paraId="5CA0C221" w14:textId="5DE51F0D" w:rsidR="007D4529" w:rsidRPr="00AB654C" w:rsidRDefault="0056391A" w:rsidP="007D4529">
            <w:pPr>
              <w:jc w:val="center"/>
              <w:rPr>
                <w:rFonts w:ascii="Poppins" w:hAnsi="Poppins" w:cs="Poppins"/>
                <w:sz w:val="20"/>
              </w:rPr>
            </w:pPr>
            <w:r w:rsidRPr="0056391A">
              <w:rPr>
                <w:rFonts w:ascii="Poppins" w:hAnsi="Poppins" w:cs="Poppins"/>
                <w:sz w:val="20"/>
              </w:rPr>
              <w:t>Curva di supporto per tubi di diametro da 14 a 17 mm</w:t>
            </w:r>
          </w:p>
        </w:tc>
        <w:tc>
          <w:tcPr>
            <w:tcW w:w="6101" w:type="dxa"/>
          </w:tcPr>
          <w:p w14:paraId="74DB2CEA" w14:textId="77777777" w:rsidR="0056391A" w:rsidRPr="0056391A" w:rsidRDefault="0056391A" w:rsidP="0056391A">
            <w:pPr>
              <w:jc w:val="both"/>
              <w:rPr>
                <w:rFonts w:ascii="Poppins" w:hAnsi="Poppins" w:cs="Poppins"/>
                <w:sz w:val="20"/>
              </w:rPr>
            </w:pPr>
            <w:r w:rsidRPr="0056391A">
              <w:rPr>
                <w:rFonts w:ascii="Poppins" w:hAnsi="Poppins" w:cs="Poppins"/>
                <w:sz w:val="20"/>
              </w:rPr>
              <w:t>Curva di supporto in materiale PA66, rinforzato con fibre di vetro.</w:t>
            </w:r>
          </w:p>
          <w:p w14:paraId="1756FCA7" w14:textId="77777777" w:rsidR="0056391A" w:rsidRPr="0056391A" w:rsidRDefault="0056391A" w:rsidP="0056391A">
            <w:pPr>
              <w:jc w:val="both"/>
              <w:rPr>
                <w:rFonts w:ascii="Poppins" w:hAnsi="Poppins" w:cs="Poppins"/>
                <w:sz w:val="20"/>
              </w:rPr>
            </w:pPr>
            <w:r w:rsidRPr="0056391A"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7F275F04" w14:textId="77777777" w:rsidR="0056391A" w:rsidRPr="0056391A" w:rsidRDefault="0056391A" w:rsidP="0056391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9619F5" w14:textId="6A70D9B8" w:rsidR="007D4529" w:rsidRPr="0056391A" w:rsidRDefault="0056391A" w:rsidP="0056391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6391A">
              <w:rPr>
                <w:rFonts w:ascii="Poppins" w:hAnsi="Poppins" w:cs="Poppins"/>
                <w:b/>
                <w:bCs/>
                <w:sz w:val="20"/>
              </w:rPr>
              <w:t>Marca Emmeti – Modello Curva di supporto per tubi di diametro da 14 a 17</w:t>
            </w:r>
            <w:r w:rsidRPr="0056391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6391A">
              <w:rPr>
                <w:rFonts w:ascii="Poppins" w:hAnsi="Poppins" w:cs="Poppins"/>
                <w:b/>
                <w:bCs/>
                <w:sz w:val="20"/>
              </w:rPr>
              <w:t>mm o equivalente.</w:t>
            </w:r>
          </w:p>
        </w:tc>
      </w:tr>
      <w:tr w:rsidR="00213F33" w14:paraId="6725FAF2" w14:textId="77777777" w:rsidTr="00BE2263">
        <w:tc>
          <w:tcPr>
            <w:tcW w:w="1311" w:type="dxa"/>
          </w:tcPr>
          <w:p w14:paraId="335F1937" w14:textId="0A393631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4FE0AF0C" w14:textId="77777777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79A83081" w14:textId="77777777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4459BA33" w14:textId="77777777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414921C0" w14:textId="77777777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6257301D" w14:textId="77777777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539C351" w14:textId="77777777" w:rsidR="00213F33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406AC7B" w14:textId="77777777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13AB0C" w14:textId="77777777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1095C653" w14:textId="77777777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5CE62542" w14:textId="77777777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04303D48" w14:textId="77777777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5DDC045" w14:textId="49ABA0A3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13F33" w14:paraId="1420343E" w14:textId="77777777" w:rsidTr="00BE2263">
        <w:tc>
          <w:tcPr>
            <w:tcW w:w="1311" w:type="dxa"/>
          </w:tcPr>
          <w:p w14:paraId="1952692A" w14:textId="6E7CE4D0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4862FC8B" w14:textId="77777777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187F3970" w14:textId="77777777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63CB4877" w14:textId="77777777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08A7E1B7" w14:textId="77777777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2B8ACCD9" w14:textId="77777777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099930ED" w14:textId="77777777" w:rsidR="00213F33" w:rsidRPr="00F12594" w:rsidRDefault="00213F33" w:rsidP="00213F33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1A4FBBF" w14:textId="77777777" w:rsidR="00213F33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15A98CB" w14:textId="77777777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A46563" w14:textId="77777777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3CD23EF0" w14:textId="77777777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68C55676" w14:textId="77777777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7592EA25" w14:textId="77777777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F69E35" w14:textId="202D8242" w:rsidR="00213F33" w:rsidRPr="00F12594" w:rsidRDefault="00213F33" w:rsidP="00213F3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25D63" w14:paraId="0A990284" w14:textId="77777777" w:rsidTr="00BE2263">
        <w:tc>
          <w:tcPr>
            <w:tcW w:w="1311" w:type="dxa"/>
          </w:tcPr>
          <w:p w14:paraId="0255DBB7" w14:textId="704394E8" w:rsidR="00525D63" w:rsidRPr="00AB654C" w:rsidRDefault="00525D63" w:rsidP="00525D6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32DA9AE0" w14:textId="04EB1125" w:rsidR="00525D63" w:rsidRPr="00AB654C" w:rsidRDefault="00525D63" w:rsidP="00525D6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3C1973F1" w14:textId="77777777" w:rsidR="00525D63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781B972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B41C8A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46B7909B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0B33662D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4DE373FC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29E567C2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242B2B" w14:textId="60CA55D1" w:rsidR="00525D63" w:rsidRPr="00AB654C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25D63" w14:paraId="200C8B1F" w14:textId="77777777" w:rsidTr="00BE2263">
        <w:tc>
          <w:tcPr>
            <w:tcW w:w="1311" w:type="dxa"/>
          </w:tcPr>
          <w:p w14:paraId="77D97BCC" w14:textId="5418A2A8" w:rsidR="00525D63" w:rsidRPr="00AB654C" w:rsidRDefault="00525D63" w:rsidP="00525D6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6D6F3B9D" w14:textId="34B65B73" w:rsidR="00525D63" w:rsidRPr="00AB654C" w:rsidRDefault="00525D63" w:rsidP="00525D6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51FD5C11" w14:textId="77777777" w:rsidR="00525D63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7FC1D396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49DF1269" w14:textId="77777777" w:rsidR="00525D63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0DD215CC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9AE9CE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0508749B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306E1FF2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0BCC6541" w14:textId="77777777" w:rsidR="00525D63" w:rsidRPr="00F12594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EAF02C" w14:textId="3B551607" w:rsidR="00525D63" w:rsidRPr="00AB654C" w:rsidRDefault="00525D63" w:rsidP="00525D6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62480" w14:paraId="3DDEC4E3" w14:textId="77777777" w:rsidTr="00BE2263">
        <w:tc>
          <w:tcPr>
            <w:tcW w:w="1311" w:type="dxa"/>
          </w:tcPr>
          <w:p w14:paraId="1C41F483" w14:textId="6431378D" w:rsidR="00962480" w:rsidRPr="00AB654C" w:rsidRDefault="00962480" w:rsidP="0096248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28130037</w:t>
            </w:r>
          </w:p>
        </w:tc>
        <w:tc>
          <w:tcPr>
            <w:tcW w:w="2086" w:type="dxa"/>
          </w:tcPr>
          <w:p w14:paraId="294E0DAC" w14:textId="0CDCBEFC" w:rsidR="00962480" w:rsidRPr="00AB654C" w:rsidRDefault="00962480" w:rsidP="0096248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4F590D32" w14:textId="77777777" w:rsidR="00962480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265C03F8" w14:textId="77777777" w:rsidR="00962480" w:rsidRPr="00F12594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10FB8A" w14:textId="77777777" w:rsidR="00962480" w:rsidRPr="00F12594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2D8EAAAF" w14:textId="77777777" w:rsidR="00962480" w:rsidRPr="00F12594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99D721" w14:textId="5536D556" w:rsidR="00962480" w:rsidRPr="00AB654C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62480" w14:paraId="41B78AA2" w14:textId="77777777" w:rsidTr="00BE2263">
        <w:tc>
          <w:tcPr>
            <w:tcW w:w="1311" w:type="dxa"/>
          </w:tcPr>
          <w:p w14:paraId="2633FF46" w14:textId="1740F536" w:rsidR="00962480" w:rsidRPr="00AB654C" w:rsidRDefault="00962480" w:rsidP="0096248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33D4ECDC" w14:textId="0D9558DF" w:rsidR="00962480" w:rsidRPr="00AB654C" w:rsidRDefault="00962480" w:rsidP="0096248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68913F71" w14:textId="77777777" w:rsidR="00962480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273BB82E" w14:textId="77777777" w:rsidR="00962480" w:rsidRPr="00F12594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15864B" w14:textId="77777777" w:rsidR="00962480" w:rsidRPr="00F12594" w:rsidRDefault="00962480" w:rsidP="0096248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09CDACF6" w14:textId="77777777" w:rsidR="00962480" w:rsidRPr="00F12594" w:rsidRDefault="00962480" w:rsidP="0096248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28FCCFA" w14:textId="3271184F" w:rsidR="00962480" w:rsidRPr="00AB654C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62480" w14:paraId="06826F84" w14:textId="77777777" w:rsidTr="00BE2263">
        <w:tc>
          <w:tcPr>
            <w:tcW w:w="1311" w:type="dxa"/>
          </w:tcPr>
          <w:p w14:paraId="394E2D56" w14:textId="1C5063BE" w:rsidR="00962480" w:rsidRPr="00AB654C" w:rsidRDefault="00962480" w:rsidP="00962480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072E16D6" w14:textId="07EB6A80" w:rsidR="00962480" w:rsidRPr="00AB654C" w:rsidRDefault="00962480" w:rsidP="00962480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</w:p>
        </w:tc>
        <w:tc>
          <w:tcPr>
            <w:tcW w:w="6101" w:type="dxa"/>
          </w:tcPr>
          <w:p w14:paraId="4EEBA0F8" w14:textId="77777777" w:rsidR="00962480" w:rsidRPr="00F12594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completamente smontabile per tubazioni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>,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e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per rotoli fino a 600 m.</w:t>
            </w:r>
          </w:p>
          <w:p w14:paraId="408B3C82" w14:textId="77777777" w:rsidR="00962480" w:rsidRPr="00F12594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389D2F14" w14:textId="77777777" w:rsidR="00962480" w:rsidRPr="00F12594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3F3289" w14:textId="0123E2AB" w:rsidR="00962480" w:rsidRPr="00AB654C" w:rsidRDefault="00962480" w:rsidP="00962480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E07F9" w14:paraId="30C7B10C" w14:textId="77777777" w:rsidTr="00BE2263">
        <w:tc>
          <w:tcPr>
            <w:tcW w:w="1311" w:type="dxa"/>
          </w:tcPr>
          <w:p w14:paraId="30A5F3BB" w14:textId="3E63DE4B" w:rsidR="00AE07F9" w:rsidRPr="00F12594" w:rsidRDefault="00AE07F9" w:rsidP="00AE07F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1853C69B" w14:textId="77777777" w:rsidR="00AE07F9" w:rsidRDefault="00AE07F9" w:rsidP="00AE07F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698415D6" w14:textId="60F6D63D" w:rsidR="00AE07F9" w:rsidRPr="00F12594" w:rsidRDefault="00AE07F9" w:rsidP="00AE07F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7885C942" w14:textId="77777777" w:rsidR="00AE07F9" w:rsidRPr="00515EE8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3F86E6C8" w14:textId="77777777" w:rsidR="00AE07F9" w:rsidRPr="00515EE8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35505F99" w14:textId="77777777" w:rsidR="00AE07F9" w:rsidRPr="00515EE8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703B5C" w14:textId="77777777" w:rsidR="00AE07F9" w:rsidRPr="00515EE8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57A21CE6" w14:textId="77777777" w:rsidR="00AE07F9" w:rsidRPr="00515EE8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46A8D5" w14:textId="013B93A7" w:rsidR="00AE07F9" w:rsidRPr="00F12594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AE07F9" w14:paraId="1802C93A" w14:textId="77777777" w:rsidTr="00BE2263">
        <w:tc>
          <w:tcPr>
            <w:tcW w:w="1311" w:type="dxa"/>
          </w:tcPr>
          <w:p w14:paraId="4220C499" w14:textId="659C16F4" w:rsidR="00AE07F9" w:rsidRPr="00F12594" w:rsidRDefault="00AE07F9" w:rsidP="00AE07F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30296BB4" w14:textId="77777777" w:rsidR="00AE07F9" w:rsidRDefault="00AE07F9" w:rsidP="00AE07F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7E22EEC1" w14:textId="4015AE42" w:rsidR="00AE07F9" w:rsidRPr="00F12594" w:rsidRDefault="00AE07F9" w:rsidP="00AE07F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1ACAF9F6" w14:textId="77777777" w:rsidR="00AE07F9" w:rsidRPr="00515EE8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77E41FFD" w14:textId="77777777" w:rsidR="00AE07F9" w:rsidRPr="00515EE8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2E65C4" w14:textId="05AC3402" w:rsidR="00AE07F9" w:rsidRPr="00F12594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AE07F9" w14:paraId="5AEE65F3" w14:textId="77777777" w:rsidTr="00BE2263">
        <w:tc>
          <w:tcPr>
            <w:tcW w:w="1311" w:type="dxa"/>
          </w:tcPr>
          <w:p w14:paraId="54FCC1D7" w14:textId="28D5BEDA" w:rsidR="00AE07F9" w:rsidRPr="00AB654C" w:rsidRDefault="00AE07F9" w:rsidP="00AE07F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7FA5395B" w14:textId="5A14B976" w:rsidR="00AE07F9" w:rsidRPr="00AB654C" w:rsidRDefault="00AE07F9" w:rsidP="00AE07F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0A976273" w14:textId="4FD0FCA5" w:rsidR="00AE07F9" w:rsidRPr="00F12594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6CA87BC3" w14:textId="77777777" w:rsidR="00AE07F9" w:rsidRPr="00F12594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FCA262" w14:textId="16A0EB91" w:rsidR="00AE07F9" w:rsidRPr="00AB654C" w:rsidRDefault="00AE07F9" w:rsidP="00AE07F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66FD0326" w14:textId="77777777" w:rsidR="00A81C7E" w:rsidRPr="00A06A5E" w:rsidRDefault="00A81C7E" w:rsidP="00A06A5E"/>
    <w:sectPr w:rsidR="00A81C7E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4C778" w14:textId="77777777" w:rsidR="002D405C" w:rsidRDefault="002D405C">
      <w:r>
        <w:separator/>
      </w:r>
    </w:p>
  </w:endnote>
  <w:endnote w:type="continuationSeparator" w:id="0">
    <w:p w14:paraId="4B9FBEEF" w14:textId="77777777" w:rsidR="002D405C" w:rsidRDefault="002D4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159B7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1E304B71" w14:textId="77777777" w:rsidTr="004706FD">
      <w:tc>
        <w:tcPr>
          <w:tcW w:w="4534" w:type="dxa"/>
        </w:tcPr>
        <w:p w14:paraId="1C8B9507" w14:textId="0C7C85E9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B654C">
            <w:rPr>
              <w:rFonts w:ascii="Poppins" w:hAnsi="Poppins" w:cs="Poppins"/>
              <w:iCs/>
              <w:noProof/>
              <w:sz w:val="16"/>
            </w:rPr>
            <w:t xml:space="preserve">Sistema </w:t>
          </w:r>
          <w:r w:rsidR="00CB7753">
            <w:rPr>
              <w:rFonts w:ascii="Poppins" w:hAnsi="Poppins" w:cs="Poppins"/>
              <w:iCs/>
              <w:noProof/>
              <w:sz w:val="16"/>
            </w:rPr>
            <w:t>Project Emmeti Floor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1E0F553" w14:textId="52BAFFCE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AE07F9">
            <w:rPr>
              <w:rFonts w:ascii="Poppins" w:hAnsi="Poppins" w:cs="Poppins"/>
              <w:noProof/>
              <w:sz w:val="14"/>
              <w:szCs w:val="14"/>
            </w:rPr>
            <w:t>13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3DCB032B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BEE1BDA" wp14:editId="18AF2DAC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1FEE5" w14:textId="77777777" w:rsidR="002D405C" w:rsidRDefault="002D405C">
      <w:r>
        <w:separator/>
      </w:r>
    </w:p>
  </w:footnote>
  <w:footnote w:type="continuationSeparator" w:id="0">
    <w:p w14:paraId="2C2B0318" w14:textId="77777777" w:rsidR="002D405C" w:rsidRDefault="002D4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014B0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A72C648" wp14:editId="702D7BA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0C68C5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4C01B3F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01D93"/>
    <w:multiLevelType w:val="hybridMultilevel"/>
    <w:tmpl w:val="169CB118"/>
    <w:lvl w:ilvl="0" w:tplc="6812E1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904149">
    <w:abstractNumId w:val="12"/>
  </w:num>
  <w:num w:numId="2" w16cid:durableId="315694428">
    <w:abstractNumId w:val="11"/>
  </w:num>
  <w:num w:numId="3" w16cid:durableId="177620163">
    <w:abstractNumId w:val="4"/>
  </w:num>
  <w:num w:numId="4" w16cid:durableId="1753697594">
    <w:abstractNumId w:val="3"/>
  </w:num>
  <w:num w:numId="5" w16cid:durableId="1929653409">
    <w:abstractNumId w:val="8"/>
  </w:num>
  <w:num w:numId="6" w16cid:durableId="280841094">
    <w:abstractNumId w:val="7"/>
  </w:num>
  <w:num w:numId="7" w16cid:durableId="1659458126">
    <w:abstractNumId w:val="5"/>
  </w:num>
  <w:num w:numId="8" w16cid:durableId="2021423515">
    <w:abstractNumId w:val="7"/>
  </w:num>
  <w:num w:numId="9" w16cid:durableId="1547984273">
    <w:abstractNumId w:val="0"/>
  </w:num>
  <w:num w:numId="10" w16cid:durableId="1917396916">
    <w:abstractNumId w:val="7"/>
  </w:num>
  <w:num w:numId="11" w16cid:durableId="435098183">
    <w:abstractNumId w:val="17"/>
  </w:num>
  <w:num w:numId="12" w16cid:durableId="1647272064">
    <w:abstractNumId w:val="20"/>
  </w:num>
  <w:num w:numId="13" w16cid:durableId="2056733598">
    <w:abstractNumId w:val="16"/>
  </w:num>
  <w:num w:numId="14" w16cid:durableId="1752388135">
    <w:abstractNumId w:val="6"/>
  </w:num>
  <w:num w:numId="15" w16cid:durableId="899904182">
    <w:abstractNumId w:val="18"/>
  </w:num>
  <w:num w:numId="16" w16cid:durableId="1715078935">
    <w:abstractNumId w:val="22"/>
  </w:num>
  <w:num w:numId="17" w16cid:durableId="1701857231">
    <w:abstractNumId w:val="23"/>
  </w:num>
  <w:num w:numId="18" w16cid:durableId="9190237">
    <w:abstractNumId w:val="19"/>
  </w:num>
  <w:num w:numId="19" w16cid:durableId="1659379898">
    <w:abstractNumId w:val="1"/>
  </w:num>
  <w:num w:numId="20" w16cid:durableId="1676417895">
    <w:abstractNumId w:val="2"/>
  </w:num>
  <w:num w:numId="21" w16cid:durableId="986906923">
    <w:abstractNumId w:val="9"/>
  </w:num>
  <w:num w:numId="22" w16cid:durableId="1290938367">
    <w:abstractNumId w:val="10"/>
  </w:num>
  <w:num w:numId="23" w16cid:durableId="1477335603">
    <w:abstractNumId w:val="14"/>
  </w:num>
  <w:num w:numId="24" w16cid:durableId="1219391759">
    <w:abstractNumId w:val="21"/>
  </w:num>
  <w:num w:numId="25" w16cid:durableId="939026563">
    <w:abstractNumId w:val="24"/>
  </w:num>
  <w:num w:numId="26" w16cid:durableId="1832986934">
    <w:abstractNumId w:val="15"/>
  </w:num>
  <w:num w:numId="27" w16cid:durableId="6758815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5301E"/>
    <w:rsid w:val="00066F41"/>
    <w:rsid w:val="0006784D"/>
    <w:rsid w:val="00070FA0"/>
    <w:rsid w:val="0009136B"/>
    <w:rsid w:val="00093811"/>
    <w:rsid w:val="00096494"/>
    <w:rsid w:val="000B0D35"/>
    <w:rsid w:val="000B6932"/>
    <w:rsid w:val="000C52FA"/>
    <w:rsid w:val="000E69F1"/>
    <w:rsid w:val="000F7A52"/>
    <w:rsid w:val="00103A0D"/>
    <w:rsid w:val="001441C6"/>
    <w:rsid w:val="001450AB"/>
    <w:rsid w:val="001620E3"/>
    <w:rsid w:val="0017002B"/>
    <w:rsid w:val="00171DAE"/>
    <w:rsid w:val="00174D56"/>
    <w:rsid w:val="001910F0"/>
    <w:rsid w:val="001911FF"/>
    <w:rsid w:val="00195A49"/>
    <w:rsid w:val="001D365F"/>
    <w:rsid w:val="001D77EF"/>
    <w:rsid w:val="001E6403"/>
    <w:rsid w:val="001F782F"/>
    <w:rsid w:val="00200036"/>
    <w:rsid w:val="00213F33"/>
    <w:rsid w:val="0023000E"/>
    <w:rsid w:val="002346C2"/>
    <w:rsid w:val="00264BCF"/>
    <w:rsid w:val="0028448D"/>
    <w:rsid w:val="002862D2"/>
    <w:rsid w:val="002A72B4"/>
    <w:rsid w:val="002B5D63"/>
    <w:rsid w:val="002D405C"/>
    <w:rsid w:val="002E396F"/>
    <w:rsid w:val="002F7EEA"/>
    <w:rsid w:val="00304518"/>
    <w:rsid w:val="00304BF1"/>
    <w:rsid w:val="003333BC"/>
    <w:rsid w:val="00344430"/>
    <w:rsid w:val="003524C7"/>
    <w:rsid w:val="00357812"/>
    <w:rsid w:val="00365710"/>
    <w:rsid w:val="00372ECE"/>
    <w:rsid w:val="00380484"/>
    <w:rsid w:val="003C39D9"/>
    <w:rsid w:val="003D3FC3"/>
    <w:rsid w:val="003D4BE3"/>
    <w:rsid w:val="00404315"/>
    <w:rsid w:val="004272FC"/>
    <w:rsid w:val="00433C12"/>
    <w:rsid w:val="0044592F"/>
    <w:rsid w:val="00447EFC"/>
    <w:rsid w:val="00462641"/>
    <w:rsid w:val="004706FD"/>
    <w:rsid w:val="00474537"/>
    <w:rsid w:val="0048382E"/>
    <w:rsid w:val="004C0939"/>
    <w:rsid w:val="004D59B2"/>
    <w:rsid w:val="004E0547"/>
    <w:rsid w:val="004F1A26"/>
    <w:rsid w:val="00505807"/>
    <w:rsid w:val="005235FA"/>
    <w:rsid w:val="00525BAE"/>
    <w:rsid w:val="00525D63"/>
    <w:rsid w:val="00530F9B"/>
    <w:rsid w:val="005315F1"/>
    <w:rsid w:val="00536743"/>
    <w:rsid w:val="0055252B"/>
    <w:rsid w:val="00562E55"/>
    <w:rsid w:val="0056391A"/>
    <w:rsid w:val="00584984"/>
    <w:rsid w:val="005A475E"/>
    <w:rsid w:val="005C61B9"/>
    <w:rsid w:val="005E1169"/>
    <w:rsid w:val="006015C2"/>
    <w:rsid w:val="006040F5"/>
    <w:rsid w:val="00610639"/>
    <w:rsid w:val="00620C00"/>
    <w:rsid w:val="00665423"/>
    <w:rsid w:val="00665813"/>
    <w:rsid w:val="006B218C"/>
    <w:rsid w:val="006B29B1"/>
    <w:rsid w:val="006B36B9"/>
    <w:rsid w:val="006C14CB"/>
    <w:rsid w:val="006D044B"/>
    <w:rsid w:val="006D4FDF"/>
    <w:rsid w:val="006E5C4B"/>
    <w:rsid w:val="006F1812"/>
    <w:rsid w:val="006F6AB3"/>
    <w:rsid w:val="00710BB8"/>
    <w:rsid w:val="00714C43"/>
    <w:rsid w:val="00727388"/>
    <w:rsid w:val="0073789C"/>
    <w:rsid w:val="00745AB1"/>
    <w:rsid w:val="0074712F"/>
    <w:rsid w:val="0075697C"/>
    <w:rsid w:val="00757AC7"/>
    <w:rsid w:val="00762F65"/>
    <w:rsid w:val="00764F92"/>
    <w:rsid w:val="00782096"/>
    <w:rsid w:val="007A4306"/>
    <w:rsid w:val="007B5BA3"/>
    <w:rsid w:val="007C7733"/>
    <w:rsid w:val="007D4529"/>
    <w:rsid w:val="007D5EC7"/>
    <w:rsid w:val="007E6E02"/>
    <w:rsid w:val="007E7665"/>
    <w:rsid w:val="007F4841"/>
    <w:rsid w:val="008014DD"/>
    <w:rsid w:val="0080323F"/>
    <w:rsid w:val="00830828"/>
    <w:rsid w:val="00843B75"/>
    <w:rsid w:val="00844BBC"/>
    <w:rsid w:val="0084793D"/>
    <w:rsid w:val="008574C8"/>
    <w:rsid w:val="00867692"/>
    <w:rsid w:val="008804CB"/>
    <w:rsid w:val="008A2C0A"/>
    <w:rsid w:val="008B5587"/>
    <w:rsid w:val="008C1F21"/>
    <w:rsid w:val="008C2F88"/>
    <w:rsid w:val="00904071"/>
    <w:rsid w:val="009059BB"/>
    <w:rsid w:val="00915AE5"/>
    <w:rsid w:val="00923354"/>
    <w:rsid w:val="00931A8A"/>
    <w:rsid w:val="0094047C"/>
    <w:rsid w:val="00942B09"/>
    <w:rsid w:val="00961E4C"/>
    <w:rsid w:val="00962480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3544A"/>
    <w:rsid w:val="00A377FC"/>
    <w:rsid w:val="00A5447C"/>
    <w:rsid w:val="00A612EB"/>
    <w:rsid w:val="00A62A77"/>
    <w:rsid w:val="00A743FF"/>
    <w:rsid w:val="00A81C7E"/>
    <w:rsid w:val="00A93DE3"/>
    <w:rsid w:val="00AA1A1C"/>
    <w:rsid w:val="00AA70B9"/>
    <w:rsid w:val="00AB654C"/>
    <w:rsid w:val="00AC0741"/>
    <w:rsid w:val="00AD05EC"/>
    <w:rsid w:val="00AD1706"/>
    <w:rsid w:val="00AE07F9"/>
    <w:rsid w:val="00AF2755"/>
    <w:rsid w:val="00AF350C"/>
    <w:rsid w:val="00B0028A"/>
    <w:rsid w:val="00B143C7"/>
    <w:rsid w:val="00B406A9"/>
    <w:rsid w:val="00B566CF"/>
    <w:rsid w:val="00B7475F"/>
    <w:rsid w:val="00B75EDF"/>
    <w:rsid w:val="00B93CD1"/>
    <w:rsid w:val="00BB0104"/>
    <w:rsid w:val="00BB2A5B"/>
    <w:rsid w:val="00BD14D8"/>
    <w:rsid w:val="00BE27AA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0515"/>
    <w:rsid w:val="00C55FF9"/>
    <w:rsid w:val="00C659B5"/>
    <w:rsid w:val="00C70E3E"/>
    <w:rsid w:val="00C70E5E"/>
    <w:rsid w:val="00C856AB"/>
    <w:rsid w:val="00C86331"/>
    <w:rsid w:val="00C93402"/>
    <w:rsid w:val="00C939B1"/>
    <w:rsid w:val="00CB1475"/>
    <w:rsid w:val="00CB7753"/>
    <w:rsid w:val="00CC31A7"/>
    <w:rsid w:val="00CE7C2F"/>
    <w:rsid w:val="00D061A5"/>
    <w:rsid w:val="00D178ED"/>
    <w:rsid w:val="00D17F30"/>
    <w:rsid w:val="00D2119B"/>
    <w:rsid w:val="00D229AF"/>
    <w:rsid w:val="00D26FD9"/>
    <w:rsid w:val="00D326A2"/>
    <w:rsid w:val="00D440AE"/>
    <w:rsid w:val="00D62BDF"/>
    <w:rsid w:val="00D832BB"/>
    <w:rsid w:val="00D902A4"/>
    <w:rsid w:val="00DA3646"/>
    <w:rsid w:val="00DC396C"/>
    <w:rsid w:val="00DD2E16"/>
    <w:rsid w:val="00DD6142"/>
    <w:rsid w:val="00DE42A9"/>
    <w:rsid w:val="00DE5C0B"/>
    <w:rsid w:val="00DF06EE"/>
    <w:rsid w:val="00E07577"/>
    <w:rsid w:val="00E17A38"/>
    <w:rsid w:val="00E36C49"/>
    <w:rsid w:val="00E42389"/>
    <w:rsid w:val="00E50A22"/>
    <w:rsid w:val="00E5632D"/>
    <w:rsid w:val="00E64288"/>
    <w:rsid w:val="00E94BE3"/>
    <w:rsid w:val="00EA01C8"/>
    <w:rsid w:val="00EB33B9"/>
    <w:rsid w:val="00EC29FF"/>
    <w:rsid w:val="00ED24CF"/>
    <w:rsid w:val="00EF73E5"/>
    <w:rsid w:val="00F379ED"/>
    <w:rsid w:val="00F4658C"/>
    <w:rsid w:val="00F50F65"/>
    <w:rsid w:val="00F53758"/>
    <w:rsid w:val="00F60A08"/>
    <w:rsid w:val="00F73AD4"/>
    <w:rsid w:val="00F92776"/>
    <w:rsid w:val="00FD02BC"/>
    <w:rsid w:val="00FD255D"/>
    <w:rsid w:val="00FD7DAB"/>
    <w:rsid w:val="00FF0021"/>
    <w:rsid w:val="00FF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6B64E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FDA74-D424-4D61-B34F-6C2F9563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13</Pages>
  <Words>2936</Words>
  <Characters>15415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18315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</cp:revision>
  <cp:lastPrinted>2013-11-14T13:48:00Z</cp:lastPrinted>
  <dcterms:created xsi:type="dcterms:W3CDTF">2025-01-15T15:30:00Z</dcterms:created>
  <dcterms:modified xsi:type="dcterms:W3CDTF">2025-01-15T15:30:00Z</dcterms:modified>
</cp:coreProperties>
</file>